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0"/>
        <w:gridCol w:w="5400"/>
      </w:tblGrid>
      <w:tr w:rsidR="005D6DBC" w:rsidRPr="00484889" w14:paraId="226826FE" w14:textId="77777777" w:rsidTr="00D43F67">
        <w:trPr>
          <w:cantSplit/>
          <w:trHeight w:val="432"/>
          <w:tblHeader/>
          <w:jc w:val="center"/>
        </w:trPr>
        <w:tc>
          <w:tcPr>
            <w:tcW w:w="5400" w:type="dxa"/>
            <w:tcBorders>
              <w:bottom w:val="single" w:sz="4" w:space="0" w:color="auto"/>
              <w:right w:val="nil"/>
            </w:tcBorders>
            <w:vAlign w:val="center"/>
          </w:tcPr>
          <w:p w14:paraId="331AA7CE" w14:textId="31E107E4" w:rsidR="005D6DBC" w:rsidRPr="00C1164C" w:rsidRDefault="005D6DBC" w:rsidP="00D43F67">
            <w:pPr>
              <w:spacing w:before="40" w:after="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</w:t>
            </w:r>
            <w:r w:rsidR="001C1463">
              <w:rPr>
                <w:b/>
                <w:sz w:val="28"/>
                <w:szCs w:val="28"/>
              </w:rPr>
              <w:t>G</w:t>
            </w:r>
            <w:r>
              <w:rPr>
                <w:b/>
                <w:sz w:val="28"/>
                <w:szCs w:val="28"/>
              </w:rPr>
              <w:t xml:space="preserve">P </w:t>
            </w:r>
            <w:r w:rsidR="006F2100">
              <w:rPr>
                <w:b/>
                <w:sz w:val="28"/>
                <w:szCs w:val="28"/>
              </w:rPr>
              <w:t>1</w:t>
            </w:r>
            <w:r w:rsidR="005219D9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 xml:space="preserve">: </w:t>
            </w:r>
            <w:r w:rsidRPr="00463212">
              <w:rPr>
                <w:b/>
                <w:smallCaps/>
                <w:sz w:val="28"/>
                <w:szCs w:val="28"/>
              </w:rPr>
              <w:t>Recordkeeping</w:t>
            </w:r>
            <w:r w:rsidR="006F2100">
              <w:rPr>
                <w:b/>
                <w:smallCaps/>
                <w:sz w:val="28"/>
                <w:szCs w:val="28"/>
              </w:rPr>
              <w:t xml:space="preserve"> for Crop Producers</w:t>
            </w:r>
          </w:p>
        </w:tc>
        <w:tc>
          <w:tcPr>
            <w:tcW w:w="5400" w:type="dxa"/>
            <w:tcBorders>
              <w:left w:val="nil"/>
              <w:bottom w:val="single" w:sz="4" w:space="0" w:color="auto"/>
            </w:tcBorders>
            <w:vAlign w:val="center"/>
          </w:tcPr>
          <w:p w14:paraId="4000B081" w14:textId="77777777" w:rsidR="005D6DBC" w:rsidRDefault="00577C29" w:rsidP="00D43F67">
            <w:pPr>
              <w:keepNext/>
              <w:pageBreakBefore/>
              <w:spacing w:before="40"/>
              <w:jc w:val="right"/>
              <w:rPr>
                <w:sz w:val="20"/>
                <w:szCs w:val="22"/>
              </w:rPr>
            </w:pPr>
            <w:r w:rsidRPr="00DF0AB7">
              <w:rPr>
                <w:sz w:val="20"/>
                <w:szCs w:val="22"/>
              </w:rPr>
              <w:t>USDA Organic Regulations §205</w:t>
            </w:r>
            <w:r>
              <w:rPr>
                <w:sz w:val="20"/>
                <w:szCs w:val="22"/>
              </w:rPr>
              <w:t>.103</w:t>
            </w:r>
          </w:p>
          <w:p w14:paraId="50428153" w14:textId="67D3DB50" w:rsidR="00610D41" w:rsidRPr="005D6DBC" w:rsidRDefault="00610D41" w:rsidP="00D43F67">
            <w:pPr>
              <w:keepNext/>
              <w:pageBreakBefore/>
              <w:spacing w:after="40"/>
              <w:jc w:val="right"/>
              <w:rPr>
                <w:bCs/>
                <w:sz w:val="20"/>
                <w:szCs w:val="20"/>
              </w:rPr>
            </w:pPr>
            <w:r w:rsidRPr="00DF0AB7">
              <w:rPr>
                <w:sz w:val="20"/>
                <w:szCs w:val="22"/>
              </w:rPr>
              <w:t>Regulation (EU) 2018/848</w:t>
            </w:r>
          </w:p>
        </w:tc>
      </w:tr>
      <w:tr w:rsidR="006C34B9" w:rsidRPr="00484889" w14:paraId="631B644F" w14:textId="77777777" w:rsidTr="00D43F67">
        <w:trPr>
          <w:cantSplit/>
          <w:trHeight w:val="1880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nil"/>
            </w:tcBorders>
          </w:tcPr>
          <w:p w14:paraId="1940648E" w14:textId="0F998E5D" w:rsidR="00E65A14" w:rsidRPr="00A12EE3" w:rsidRDefault="00DA7DC1" w:rsidP="00D43F67">
            <w:pPr>
              <w:keepNext/>
              <w:spacing w:before="80" w:after="80"/>
              <w:rPr>
                <w:bCs/>
                <w:i/>
                <w:iCs/>
                <w:sz w:val="24"/>
              </w:rPr>
            </w:pPr>
            <w:r w:rsidRPr="00A12EE3">
              <w:rPr>
                <w:bCs/>
                <w:i/>
                <w:iCs/>
                <w:sz w:val="24"/>
              </w:rPr>
              <w:t>Certified o</w:t>
            </w:r>
            <w:r w:rsidR="006C34B9" w:rsidRPr="00A12EE3">
              <w:rPr>
                <w:bCs/>
                <w:i/>
                <w:iCs/>
                <w:sz w:val="24"/>
              </w:rPr>
              <w:t xml:space="preserve">perations must maintain records of the production, </w:t>
            </w:r>
            <w:r w:rsidR="00313822" w:rsidRPr="00A12EE3">
              <w:rPr>
                <w:bCs/>
                <w:i/>
                <w:iCs/>
                <w:sz w:val="24"/>
              </w:rPr>
              <w:t xml:space="preserve">management, and handling of agricultural products intended to be sold, labeled, or represented as organic. Records </w:t>
            </w:r>
            <w:r w:rsidR="00A431B2" w:rsidRPr="00A12EE3">
              <w:rPr>
                <w:bCs/>
                <w:i/>
                <w:iCs/>
                <w:sz w:val="24"/>
              </w:rPr>
              <w:t xml:space="preserve">must fully disclose all activities and transactions </w:t>
            </w:r>
            <w:r w:rsidR="008A2EED" w:rsidRPr="00A12EE3">
              <w:rPr>
                <w:bCs/>
                <w:i/>
                <w:iCs/>
                <w:sz w:val="24"/>
              </w:rPr>
              <w:t xml:space="preserve">of your operation </w:t>
            </w:r>
            <w:r w:rsidR="00016408" w:rsidRPr="00A12EE3">
              <w:rPr>
                <w:bCs/>
                <w:i/>
                <w:iCs/>
                <w:sz w:val="24"/>
              </w:rPr>
              <w:t xml:space="preserve">in enough detail to be readily understood and audited. </w:t>
            </w:r>
          </w:p>
          <w:p w14:paraId="63042DC5" w14:textId="77777777" w:rsidR="00016408" w:rsidRPr="00A12EE3" w:rsidRDefault="00016408" w:rsidP="00D43F67">
            <w:pPr>
              <w:keepNext/>
              <w:pageBreakBefore/>
              <w:spacing w:before="80" w:after="80"/>
              <w:rPr>
                <w:bCs/>
                <w:i/>
                <w:iCs/>
                <w:sz w:val="24"/>
              </w:rPr>
            </w:pPr>
            <w:r w:rsidRPr="00A12EE3">
              <w:rPr>
                <w:bCs/>
                <w:i/>
                <w:iCs/>
                <w:sz w:val="24"/>
              </w:rPr>
              <w:t xml:space="preserve">Records must span the time from </w:t>
            </w:r>
            <w:r w:rsidR="00B07B61" w:rsidRPr="00A12EE3">
              <w:rPr>
                <w:bCs/>
                <w:i/>
                <w:iCs/>
                <w:sz w:val="24"/>
              </w:rPr>
              <w:t>purchase or acquisition</w:t>
            </w:r>
            <w:r w:rsidR="00E6318C" w:rsidRPr="00A12EE3">
              <w:rPr>
                <w:bCs/>
                <w:i/>
                <w:iCs/>
                <w:sz w:val="24"/>
              </w:rPr>
              <w:t xml:space="preserve"> through production to sale or transport</w:t>
            </w:r>
            <w:r w:rsidR="009E143C" w:rsidRPr="00A12EE3">
              <w:rPr>
                <w:bCs/>
                <w:i/>
                <w:iCs/>
                <w:sz w:val="24"/>
              </w:rPr>
              <w:t xml:space="preserve"> and records must be traceable back to your operation or the last certified operation. </w:t>
            </w:r>
          </w:p>
          <w:p w14:paraId="0C4C3860" w14:textId="312885CE" w:rsidR="00C964A8" w:rsidRPr="00A12EE3" w:rsidRDefault="000C23EC" w:rsidP="00D43F67">
            <w:pPr>
              <w:keepNext/>
              <w:pageBreakBefore/>
              <w:spacing w:before="80" w:after="80"/>
              <w:rPr>
                <w:bCs/>
                <w:i/>
                <w:iCs/>
                <w:sz w:val="24"/>
              </w:rPr>
            </w:pPr>
            <w:r w:rsidRPr="00A12EE3">
              <w:rPr>
                <w:bCs/>
                <w:i/>
                <w:iCs/>
                <w:sz w:val="24"/>
              </w:rPr>
              <w:t xml:space="preserve">Records must be sufficient to demonstrate compliance with the organic regulations, </w:t>
            </w:r>
            <w:r w:rsidRPr="00A12EE3">
              <w:rPr>
                <w:b/>
                <w:i/>
                <w:iCs/>
                <w:sz w:val="24"/>
              </w:rPr>
              <w:t>kept for at least five years</w:t>
            </w:r>
            <w:r w:rsidRPr="00A12EE3">
              <w:rPr>
                <w:bCs/>
                <w:i/>
                <w:iCs/>
                <w:sz w:val="24"/>
              </w:rPr>
              <w:t>, and made available for inspection</w:t>
            </w:r>
            <w:r w:rsidR="00C964A8" w:rsidRPr="00A12EE3">
              <w:rPr>
                <w:bCs/>
                <w:i/>
                <w:iCs/>
                <w:sz w:val="24"/>
              </w:rPr>
              <w:t xml:space="preserve">, including records related to conventional production, if applicable. </w:t>
            </w:r>
          </w:p>
        </w:tc>
      </w:tr>
      <w:tr w:rsidR="00E1661B" w:rsidRPr="00484889" w14:paraId="01635851" w14:textId="77777777" w:rsidTr="00D43F67">
        <w:trPr>
          <w:cantSplit/>
          <w:trHeight w:val="2483"/>
          <w:jc w:val="center"/>
        </w:trPr>
        <w:tc>
          <w:tcPr>
            <w:tcW w:w="10800" w:type="dxa"/>
            <w:gridSpan w:val="2"/>
            <w:tcBorders>
              <w:bottom w:val="single" w:sz="4" w:space="0" w:color="auto"/>
            </w:tcBorders>
          </w:tcPr>
          <w:p w14:paraId="470447FB" w14:textId="51FE5DAE" w:rsidR="001C249E" w:rsidRPr="00E23CDF" w:rsidRDefault="001C249E" w:rsidP="006F2100">
            <w:pPr>
              <w:pStyle w:val="ListParagraph"/>
              <w:numPr>
                <w:ilvl w:val="0"/>
                <w:numId w:val="38"/>
              </w:numPr>
              <w:spacing w:before="40" w:after="120"/>
              <w:contextualSpacing w:val="0"/>
              <w:rPr>
                <w:b/>
                <w:sz w:val="24"/>
                <w:szCs w:val="28"/>
              </w:rPr>
            </w:pPr>
            <w:r w:rsidRPr="00E23CDF">
              <w:rPr>
                <w:b/>
                <w:sz w:val="24"/>
                <w:szCs w:val="28"/>
              </w:rPr>
              <w:t>RECORDKEEPING SYSTEMS</w:t>
            </w:r>
          </w:p>
          <w:p w14:paraId="760EB822" w14:textId="77777777" w:rsidR="000F5602" w:rsidRDefault="00281CB9" w:rsidP="000F5602">
            <w:pPr>
              <w:pStyle w:val="ListParagraph"/>
              <w:numPr>
                <w:ilvl w:val="0"/>
                <w:numId w:val="37"/>
              </w:numPr>
              <w:contextualSpacing w:val="0"/>
              <w:rPr>
                <w:bCs/>
              </w:rPr>
            </w:pPr>
            <w:r w:rsidRPr="00EB0684">
              <w:rPr>
                <w:bCs/>
              </w:rPr>
              <w:t xml:space="preserve">Which of the following records do you currently maintain or plan to maintain? Check all that apply. </w:t>
            </w:r>
          </w:p>
          <w:p w14:paraId="7CB7E4B8" w14:textId="5527E1CF" w:rsidR="00795128" w:rsidRPr="00E23CDF" w:rsidRDefault="001C249E" w:rsidP="000F5602">
            <w:pPr>
              <w:pStyle w:val="ListParagraph"/>
              <w:spacing w:after="120"/>
              <w:ind w:left="360"/>
              <w:contextualSpacing w:val="0"/>
              <w:rPr>
                <w:bCs/>
              </w:rPr>
            </w:pPr>
            <w:r w:rsidRPr="00E55AEC">
              <w:rPr>
                <w:b/>
              </w:rPr>
              <w:t>Optional</w:t>
            </w:r>
            <w:r>
              <w:rPr>
                <w:bCs/>
              </w:rPr>
              <w:t xml:space="preserve">: Attach recordkeeping templates for reference. </w:t>
            </w:r>
            <w:r w:rsidRPr="007605D6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instrText xml:space="preserve"> FORMCHECKBOX </w:instrText>
            </w:r>
            <w:r w:rsidRPr="007605D6">
              <w:fldChar w:fldCharType="separate"/>
            </w:r>
            <w:r w:rsidRPr="007605D6">
              <w:fldChar w:fldCharType="end"/>
            </w:r>
            <w:r>
              <w:t xml:space="preserve"> </w:t>
            </w:r>
            <w:r w:rsidRPr="00E15AE3">
              <w:rPr>
                <w:b/>
                <w:bCs/>
              </w:rPr>
              <w:t>Attach</w:t>
            </w:r>
            <w:r>
              <w:rPr>
                <w:b/>
                <w:bCs/>
              </w:rPr>
              <w:t>ed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87"/>
              <w:gridCol w:w="5287"/>
            </w:tblGrid>
            <w:tr w:rsidR="00795128" w14:paraId="7DEE0EE1" w14:textId="77777777" w:rsidTr="00795128">
              <w:tc>
                <w:tcPr>
                  <w:tcW w:w="5287" w:type="dxa"/>
                </w:tcPr>
                <w:p w14:paraId="3948BF34" w14:textId="6E5E7042" w:rsidR="00795128" w:rsidRDefault="00795128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Organic seed</w:t>
                  </w:r>
                  <w:r w:rsidR="000C7489">
                    <w:rPr>
                      <w:bCs/>
                      <w:iCs/>
                    </w:rPr>
                    <w:t xml:space="preserve"> and planting stock</w:t>
                  </w:r>
                  <w:r>
                    <w:rPr>
                      <w:bCs/>
                      <w:iCs/>
                    </w:rPr>
                    <w:t xml:space="preserve"> search documentation</w:t>
                  </w:r>
                </w:p>
                <w:p w14:paraId="36DBFA3E" w14:textId="77777777" w:rsidR="00795128" w:rsidRDefault="00795128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Receipts and labels for inputs (seeds, transplants, fertilizers, pesticides, sanitizers, etc.)</w:t>
                  </w:r>
                </w:p>
                <w:p w14:paraId="301BF9E3" w14:textId="77777777" w:rsidR="00795128" w:rsidRDefault="00795128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Field maps</w:t>
                  </w:r>
                </w:p>
                <w:p w14:paraId="385C6A50" w14:textId="2001AE15" w:rsidR="001552C8" w:rsidRDefault="001552C8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Lease agreements </w:t>
                  </w:r>
                </w:p>
                <w:p w14:paraId="3C4E3961" w14:textId="761080CB" w:rsidR="00795128" w:rsidRDefault="00795128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Field activity logs (planting records, crop rotation, </w:t>
                  </w:r>
                  <w:r w:rsidR="001624E6">
                    <w:rPr>
                      <w:bCs/>
                      <w:iCs/>
                    </w:rPr>
                    <w:t xml:space="preserve">input applications, </w:t>
                  </w:r>
                  <w:r>
                    <w:rPr>
                      <w:bCs/>
                      <w:iCs/>
                    </w:rPr>
                    <w:t>etc.)</w:t>
                  </w:r>
                </w:p>
                <w:p w14:paraId="1FFC15C2" w14:textId="77777777" w:rsidR="00795128" w:rsidRDefault="00795128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Compost production records</w:t>
                  </w:r>
                </w:p>
                <w:p w14:paraId="69C2AF62" w14:textId="77777777" w:rsidR="00646F5D" w:rsidRDefault="00646F5D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Monitoring records (soil tests, water tests, pest/disease survey, observation log, etc.)</w:t>
                  </w:r>
                </w:p>
                <w:p w14:paraId="6CCF4353" w14:textId="77777777" w:rsidR="00646F5D" w:rsidRDefault="00646F5D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Equipment cleaning records</w:t>
                  </w:r>
                </w:p>
                <w:p w14:paraId="425462B9" w14:textId="32822A98" w:rsidR="00795128" w:rsidRPr="00E23CDF" w:rsidRDefault="00646F5D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Harvest records</w:t>
                  </w:r>
                </w:p>
              </w:tc>
              <w:tc>
                <w:tcPr>
                  <w:tcW w:w="5287" w:type="dxa"/>
                </w:tcPr>
                <w:p w14:paraId="3CD18BA0" w14:textId="77777777" w:rsidR="00646F5D" w:rsidRDefault="00646F5D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Storage records/inventory</w:t>
                  </w:r>
                </w:p>
                <w:p w14:paraId="4DE656B6" w14:textId="77777777" w:rsidR="00646F5D" w:rsidRDefault="00646F5D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Clean transport records</w:t>
                  </w:r>
                </w:p>
                <w:p w14:paraId="189958F0" w14:textId="77777777" w:rsidR="00646F5D" w:rsidRDefault="00646F5D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Sales records (purchase orders, contracts, invoices, cash receipts, sales journal, etc.)</w:t>
                  </w:r>
                </w:p>
                <w:p w14:paraId="4DF5BA57" w14:textId="77777777" w:rsidR="00646F5D" w:rsidRDefault="00646F5D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Shipping records (bills of </w:t>
                  </w:r>
                  <w:proofErr w:type="gramStart"/>
                  <w:r>
                    <w:rPr>
                      <w:bCs/>
                      <w:iCs/>
                    </w:rPr>
                    <w:t>lading</w:t>
                  </w:r>
                  <w:proofErr w:type="gramEnd"/>
                  <w:r>
                    <w:rPr>
                      <w:bCs/>
                      <w:iCs/>
                    </w:rPr>
                    <w:t>, delivery receipts, scale tickets, receiving documents, etc.)</w:t>
                  </w:r>
                </w:p>
                <w:p w14:paraId="66FA7C90" w14:textId="77777777" w:rsidR="00646F5D" w:rsidRDefault="00646F5D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Transaction certificates</w:t>
                  </w:r>
                </w:p>
                <w:p w14:paraId="32897BCD" w14:textId="77777777" w:rsidR="00646F5D" w:rsidRDefault="00646F5D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Import certificates for imported organic agricultural products</w:t>
                  </w:r>
                </w:p>
                <w:p w14:paraId="5F5F38FE" w14:textId="77777777" w:rsidR="00646F5D" w:rsidRDefault="00646F5D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Organic certificates from organic operations supplying agricultural </w:t>
                  </w:r>
                  <w:proofErr w:type="gramStart"/>
                  <w:r>
                    <w:rPr>
                      <w:bCs/>
                      <w:iCs/>
                    </w:rPr>
                    <w:t>product</w:t>
                  </w:r>
                  <w:proofErr w:type="gramEnd"/>
                </w:p>
                <w:p w14:paraId="6A3C3883" w14:textId="77777777" w:rsidR="00795128" w:rsidRDefault="00646F5D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Purchase and sales records for </w:t>
                  </w:r>
                  <w:proofErr w:type="gramStart"/>
                  <w:r>
                    <w:rPr>
                      <w:bCs/>
                      <w:iCs/>
                    </w:rPr>
                    <w:t>brokered</w:t>
                  </w:r>
                  <w:proofErr w:type="gramEnd"/>
                  <w:r>
                    <w:rPr>
                      <w:bCs/>
                      <w:iCs/>
                    </w:rPr>
                    <w:t xml:space="preserve"> or resold products</w:t>
                  </w:r>
                </w:p>
                <w:p w14:paraId="19DBD3A2" w14:textId="77777777" w:rsidR="000C7489" w:rsidRDefault="000C7489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Exempt Handler Affidavits</w:t>
                  </w:r>
                </w:p>
                <w:p w14:paraId="3A5C31C4" w14:textId="3DF960C0" w:rsidR="000C7489" w:rsidRPr="00646F5D" w:rsidRDefault="000C7489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Other. Please specify: </w: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06A57578" w14:textId="5A0F8334" w:rsidR="00EB0684" w:rsidRPr="006D71E4" w:rsidRDefault="006D71E4" w:rsidP="00D43F67">
            <w:pPr>
              <w:pStyle w:val="ListParagraph"/>
              <w:keepNext/>
              <w:pageBreakBefore/>
              <w:numPr>
                <w:ilvl w:val="0"/>
                <w:numId w:val="37"/>
              </w:numPr>
              <w:contextualSpacing w:val="0"/>
              <w:rPr>
                <w:rFonts w:ascii="Garamond" w:hAnsi="Garamond" w:cs="Arabic Typesetting"/>
                <w:bCs/>
                <w:iCs/>
              </w:rPr>
            </w:pPr>
            <w:r>
              <w:rPr>
                <w:bCs/>
              </w:rPr>
              <w:t xml:space="preserve">What methods do you use to keep records? </w:t>
            </w:r>
            <w:r w:rsidR="001D6D53">
              <w:rPr>
                <w:bCs/>
              </w:rPr>
              <w:t>Check all that apply.</w:t>
            </w:r>
          </w:p>
          <w:p w14:paraId="3538629D" w14:textId="202DF6BA" w:rsidR="001D6D53" w:rsidRDefault="006D71E4" w:rsidP="00D43F67">
            <w:pPr>
              <w:pStyle w:val="ListParagraph"/>
              <w:keepNext/>
              <w:pageBreakBefore/>
              <w:ind w:left="360"/>
              <w:contextualSpacing w:val="0"/>
              <w:rPr>
                <w:bCs/>
                <w:iCs/>
              </w:rPr>
            </w:pPr>
            <w:r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Paper/notebooks  </w:t>
            </w:r>
            <w:r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</w:t>
            </w:r>
            <w:r w:rsidR="008E07FF">
              <w:rPr>
                <w:bCs/>
                <w:iCs/>
              </w:rPr>
              <w:t xml:space="preserve">Computer software/spreadsheet   </w:t>
            </w:r>
            <w:r w:rsidR="008E07FF"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7FF" w:rsidRPr="007605D6">
              <w:rPr>
                <w:bCs/>
                <w:iCs/>
              </w:rPr>
              <w:instrText xml:space="preserve"> FORMCHECKBOX </w:instrText>
            </w:r>
            <w:r w:rsidR="008E07FF" w:rsidRPr="007605D6">
              <w:rPr>
                <w:bCs/>
                <w:iCs/>
              </w:rPr>
            </w:r>
            <w:r w:rsidR="008E07FF" w:rsidRPr="007605D6">
              <w:rPr>
                <w:bCs/>
                <w:iCs/>
              </w:rPr>
              <w:fldChar w:fldCharType="separate"/>
            </w:r>
            <w:r w:rsidR="008E07FF" w:rsidRPr="007605D6">
              <w:rPr>
                <w:bCs/>
                <w:iCs/>
              </w:rPr>
              <w:fldChar w:fldCharType="end"/>
            </w:r>
            <w:r w:rsidR="008E07FF">
              <w:rPr>
                <w:bCs/>
                <w:iCs/>
              </w:rPr>
              <w:t xml:space="preserve"> Phone app   </w:t>
            </w:r>
            <w:r w:rsidR="008E07FF"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7FF" w:rsidRPr="007605D6">
              <w:rPr>
                <w:bCs/>
                <w:iCs/>
              </w:rPr>
              <w:instrText xml:space="preserve"> FORMCHECKBOX </w:instrText>
            </w:r>
            <w:r w:rsidR="008E07FF" w:rsidRPr="007605D6">
              <w:rPr>
                <w:bCs/>
                <w:iCs/>
              </w:rPr>
            </w:r>
            <w:r w:rsidR="008E07FF" w:rsidRPr="007605D6">
              <w:rPr>
                <w:bCs/>
                <w:iCs/>
              </w:rPr>
              <w:fldChar w:fldCharType="separate"/>
            </w:r>
            <w:r w:rsidR="008E07FF" w:rsidRPr="007605D6">
              <w:rPr>
                <w:bCs/>
                <w:iCs/>
              </w:rPr>
              <w:fldChar w:fldCharType="end"/>
            </w:r>
            <w:r w:rsidR="008E07FF">
              <w:rPr>
                <w:bCs/>
                <w:iCs/>
              </w:rPr>
              <w:t xml:space="preserve"> Online/Cloud program</w:t>
            </w:r>
            <w:r w:rsidR="00975DD2">
              <w:rPr>
                <w:bCs/>
                <w:iCs/>
              </w:rPr>
              <w:t xml:space="preserve">. Name: </w:t>
            </w:r>
            <w:r w:rsidR="00975DD2" w:rsidRPr="00440DDB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975DD2" w:rsidRPr="00440DDB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="00975DD2" w:rsidRPr="00440DDB">
              <w:rPr>
                <w:rFonts w:ascii="Garamond" w:hAnsi="Garamond" w:cs="Arabic Typesetting"/>
                <w:bCs/>
                <w:iCs/>
              </w:rPr>
            </w:r>
            <w:r w:rsidR="00975DD2" w:rsidRPr="00440DDB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="00975DD2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975DD2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975DD2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975DD2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975DD2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975DD2" w:rsidRPr="00440DDB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4C31C134" w14:textId="725E14B2" w:rsidR="006D71E4" w:rsidRPr="00EB0684" w:rsidRDefault="008E07FF" w:rsidP="006F2100">
            <w:pPr>
              <w:pStyle w:val="ListParagraph"/>
              <w:keepNext/>
              <w:pageBreakBefore/>
              <w:spacing w:after="120"/>
              <w:ind w:left="360"/>
              <w:contextualSpacing w:val="0"/>
              <w:rPr>
                <w:rFonts w:ascii="Garamond" w:hAnsi="Garamond" w:cs="Arabic Typesetting"/>
                <w:bCs/>
                <w:iCs/>
              </w:rPr>
            </w:pPr>
            <w:r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Other. Please describe: </w:t>
            </w:r>
            <w:r w:rsidR="001D6D53" w:rsidRPr="00440DDB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1D6D53" w:rsidRPr="00440DDB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="001D6D53" w:rsidRPr="00440DDB">
              <w:rPr>
                <w:rFonts w:ascii="Garamond" w:hAnsi="Garamond" w:cs="Arabic Typesetting"/>
                <w:bCs/>
                <w:iCs/>
              </w:rPr>
            </w:r>
            <w:r w:rsidR="001D6D53" w:rsidRPr="00440DDB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="001D6D53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1D6D53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1D6D53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1D6D53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1D6D53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1D6D53" w:rsidRPr="00440DDB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7D27BD23" w14:textId="429EF02A" w:rsidR="00795128" w:rsidRPr="00930FD4" w:rsidRDefault="00EB0684" w:rsidP="00D43F67">
            <w:pPr>
              <w:pStyle w:val="ListParagraph"/>
              <w:keepNext/>
              <w:pageBreakBefore/>
              <w:numPr>
                <w:ilvl w:val="0"/>
                <w:numId w:val="37"/>
              </w:numPr>
              <w:contextualSpacing w:val="0"/>
              <w:rPr>
                <w:rFonts w:cs="Arabic Typesetting"/>
                <w:bCs/>
                <w:iCs/>
              </w:rPr>
            </w:pPr>
            <w:r>
              <w:rPr>
                <w:rFonts w:cs="Arabic Typesetting"/>
                <w:bCs/>
                <w:iCs/>
              </w:rPr>
              <w:t>Do you</w:t>
            </w:r>
            <w:r w:rsidR="001D6D53">
              <w:rPr>
                <w:rFonts w:cs="Arabic Typesetting"/>
                <w:bCs/>
                <w:iCs/>
              </w:rPr>
              <w:t xml:space="preserve"> maintain records for a minimum of 5 years?</w:t>
            </w:r>
            <w:r>
              <w:rPr>
                <w:rFonts w:cs="Arabic Typesetting"/>
                <w:bCs/>
                <w:iCs/>
              </w:rPr>
              <w:t xml:space="preserve"> </w:t>
            </w:r>
            <w:r w:rsidR="00930FD4" w:rsidRPr="007605D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0FD4" w:rsidRPr="007605D6">
              <w:rPr>
                <w:bCs/>
                <w:iCs/>
              </w:rPr>
              <w:instrText xml:space="preserve"> FORMCHECKBOX </w:instrText>
            </w:r>
            <w:r w:rsidR="00930FD4" w:rsidRPr="007605D6">
              <w:rPr>
                <w:bCs/>
                <w:iCs/>
              </w:rPr>
            </w:r>
            <w:r w:rsidR="00930FD4" w:rsidRPr="007605D6">
              <w:rPr>
                <w:bCs/>
                <w:iCs/>
              </w:rPr>
              <w:fldChar w:fldCharType="separate"/>
            </w:r>
            <w:r w:rsidR="00930FD4" w:rsidRPr="007605D6">
              <w:rPr>
                <w:bCs/>
                <w:iCs/>
              </w:rPr>
              <w:fldChar w:fldCharType="end"/>
            </w:r>
            <w:r w:rsidR="00930FD4" w:rsidRPr="007605D6">
              <w:rPr>
                <w:bCs/>
                <w:iCs/>
              </w:rPr>
              <w:t xml:space="preserve"> Yes   </w:t>
            </w:r>
            <w:r w:rsidR="00930FD4"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0FD4" w:rsidRPr="007605D6">
              <w:rPr>
                <w:bCs/>
                <w:iCs/>
              </w:rPr>
              <w:instrText xml:space="preserve"> FORMCHECKBOX </w:instrText>
            </w:r>
            <w:r w:rsidR="00930FD4" w:rsidRPr="007605D6">
              <w:rPr>
                <w:bCs/>
                <w:iCs/>
              </w:rPr>
            </w:r>
            <w:r w:rsidR="00930FD4" w:rsidRPr="007605D6">
              <w:rPr>
                <w:bCs/>
                <w:iCs/>
              </w:rPr>
              <w:fldChar w:fldCharType="separate"/>
            </w:r>
            <w:r w:rsidR="00930FD4" w:rsidRPr="007605D6">
              <w:rPr>
                <w:bCs/>
                <w:iCs/>
              </w:rPr>
              <w:fldChar w:fldCharType="end"/>
            </w:r>
            <w:r w:rsidR="00930FD4" w:rsidRPr="007605D6">
              <w:rPr>
                <w:bCs/>
                <w:iCs/>
              </w:rPr>
              <w:t xml:space="preserve"> No</w:t>
            </w:r>
            <w:r w:rsidR="00930FD4">
              <w:rPr>
                <w:bCs/>
                <w:iCs/>
              </w:rPr>
              <w:t xml:space="preserve">. </w:t>
            </w:r>
            <w:r w:rsidR="002E5094">
              <w:rPr>
                <w:bCs/>
                <w:iCs/>
              </w:rPr>
              <w:t>If</w:t>
            </w:r>
            <w:r w:rsidR="00930FD4">
              <w:rPr>
                <w:bCs/>
                <w:iCs/>
              </w:rPr>
              <w:t xml:space="preserve"> </w:t>
            </w:r>
            <w:r w:rsidR="00F13D5D">
              <w:rPr>
                <w:bCs/>
                <w:iCs/>
              </w:rPr>
              <w:t>not</w:t>
            </w:r>
            <w:r w:rsidR="00930FD4">
              <w:rPr>
                <w:bCs/>
                <w:iCs/>
              </w:rPr>
              <w:t xml:space="preserve">, please explain: </w:t>
            </w:r>
            <w:r w:rsidR="00930FD4" w:rsidRPr="00440DDB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930FD4" w:rsidRPr="00440DDB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="00930FD4" w:rsidRPr="00440DDB">
              <w:rPr>
                <w:rFonts w:ascii="Garamond" w:hAnsi="Garamond" w:cs="Arabic Typesetting"/>
                <w:bCs/>
                <w:iCs/>
              </w:rPr>
            </w:r>
            <w:r w:rsidR="00930FD4" w:rsidRPr="00440DDB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="00930FD4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930FD4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930FD4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930FD4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930FD4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930FD4" w:rsidRPr="00440DDB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211D7021" w14:textId="792EF759" w:rsidR="00930FD4" w:rsidRPr="00930FD4" w:rsidDel="0023031A" w:rsidRDefault="00930FD4" w:rsidP="00D43F67">
            <w:pPr>
              <w:pStyle w:val="ListParagraph"/>
              <w:keepNext/>
              <w:pageBreakBefore/>
              <w:ind w:left="360"/>
              <w:contextualSpacing w:val="0"/>
              <w:rPr>
                <w:rFonts w:cs="Arabic Typesetting"/>
                <w:bCs/>
                <w:iCs/>
              </w:rPr>
            </w:pPr>
          </w:p>
        </w:tc>
      </w:tr>
      <w:tr w:rsidR="00A17D96" w:rsidRPr="00484889" w14:paraId="79683C90" w14:textId="77777777" w:rsidTr="00D43F67">
        <w:trPr>
          <w:cantSplit/>
          <w:trHeight w:val="1872"/>
          <w:jc w:val="center"/>
        </w:trPr>
        <w:tc>
          <w:tcPr>
            <w:tcW w:w="10800" w:type="dxa"/>
            <w:gridSpan w:val="2"/>
            <w:tcBorders>
              <w:bottom w:val="nil"/>
            </w:tcBorders>
          </w:tcPr>
          <w:p w14:paraId="0DE7B62E" w14:textId="5338639F" w:rsidR="00A17D96" w:rsidRPr="00E23CDF" w:rsidRDefault="00D84B35" w:rsidP="00D43F67">
            <w:pPr>
              <w:pStyle w:val="ListParagraph"/>
              <w:numPr>
                <w:ilvl w:val="0"/>
                <w:numId w:val="38"/>
              </w:numPr>
              <w:spacing w:before="40" w:after="40"/>
              <w:contextualSpacing w:val="0"/>
              <w:rPr>
                <w:sz w:val="24"/>
                <w:szCs w:val="28"/>
              </w:rPr>
            </w:pPr>
            <w:r w:rsidRPr="00E23CDF">
              <w:rPr>
                <w:b/>
                <w:bCs/>
                <w:sz w:val="24"/>
                <w:szCs w:val="28"/>
              </w:rPr>
              <w:t>AUDIT TRAIL DOCUMENTATION</w:t>
            </w:r>
          </w:p>
          <w:p w14:paraId="01736255" w14:textId="26215C73" w:rsidR="00F5062B" w:rsidRPr="00E1569E" w:rsidRDefault="00B61545" w:rsidP="00D43F67">
            <w:pPr>
              <w:spacing w:before="80" w:after="80"/>
              <w:rPr>
                <w:i/>
                <w:iCs/>
              </w:rPr>
            </w:pPr>
            <w:r w:rsidRPr="00E1569E">
              <w:rPr>
                <w:i/>
                <w:iCs/>
              </w:rPr>
              <w:t>An au</w:t>
            </w:r>
            <w:r w:rsidR="00E966E2" w:rsidRPr="00E1569E">
              <w:rPr>
                <w:i/>
                <w:iCs/>
              </w:rPr>
              <w:t>dit trail is documentation that is sufficient to determine the source</w:t>
            </w:r>
            <w:r w:rsidR="00BE4F4C" w:rsidRPr="00E1569E">
              <w:rPr>
                <w:i/>
                <w:iCs/>
              </w:rPr>
              <w:t>,</w:t>
            </w:r>
            <w:r w:rsidR="00E966E2" w:rsidRPr="00E1569E">
              <w:rPr>
                <w:i/>
                <w:iCs/>
              </w:rPr>
              <w:t xml:space="preserve"> transfer of ownership, and transportation of any organic agricultural product</w:t>
            </w:r>
            <w:r w:rsidR="00E966E2" w:rsidRPr="00E1569E">
              <w:rPr>
                <w:b/>
                <w:bCs/>
                <w:i/>
                <w:iCs/>
              </w:rPr>
              <w:t xml:space="preserve">. </w:t>
            </w:r>
            <w:r w:rsidR="00FF68C7" w:rsidRPr="00E1569E">
              <w:rPr>
                <w:b/>
                <w:bCs/>
                <w:i/>
                <w:iCs/>
              </w:rPr>
              <w:t>A complete audit trail typically includes but is not limited to the harvest</w:t>
            </w:r>
            <w:r w:rsidR="002A33D8" w:rsidRPr="00E1569E">
              <w:rPr>
                <w:b/>
                <w:bCs/>
                <w:i/>
                <w:iCs/>
              </w:rPr>
              <w:t xml:space="preserve"> of organic crops, </w:t>
            </w:r>
            <w:r w:rsidR="000A541A" w:rsidRPr="00E1569E">
              <w:rPr>
                <w:b/>
                <w:bCs/>
                <w:i/>
                <w:iCs/>
              </w:rPr>
              <w:t xml:space="preserve">post-harvest handling and storage </w:t>
            </w:r>
            <w:r w:rsidR="000E714A" w:rsidRPr="00E1569E">
              <w:rPr>
                <w:b/>
                <w:bCs/>
                <w:i/>
                <w:iCs/>
              </w:rPr>
              <w:t>activities</w:t>
            </w:r>
            <w:r w:rsidR="000A541A" w:rsidRPr="00E1569E">
              <w:rPr>
                <w:b/>
                <w:bCs/>
                <w:i/>
                <w:iCs/>
              </w:rPr>
              <w:t xml:space="preserve">, and the transport and final sale of the organic products. </w:t>
            </w:r>
            <w:r w:rsidR="00A65A9E" w:rsidRPr="00E1569E">
              <w:rPr>
                <w:i/>
                <w:iCs/>
              </w:rPr>
              <w:t>Sufficient audit trail documentation will use dates, lot numbers, field names</w:t>
            </w:r>
            <w:r w:rsidR="00716213" w:rsidRPr="00E1569E">
              <w:rPr>
                <w:i/>
                <w:iCs/>
              </w:rPr>
              <w:t xml:space="preserve">, etc. </w:t>
            </w:r>
            <w:r w:rsidR="00A65A9E" w:rsidRPr="00E1569E">
              <w:rPr>
                <w:i/>
                <w:iCs/>
              </w:rPr>
              <w:t xml:space="preserve">to </w:t>
            </w:r>
            <w:r w:rsidR="000A541A" w:rsidRPr="00E1569E">
              <w:rPr>
                <w:i/>
                <w:iCs/>
              </w:rPr>
              <w:t>track</w:t>
            </w:r>
            <w:r w:rsidR="00D555CE" w:rsidRPr="00E1569E">
              <w:rPr>
                <w:i/>
                <w:iCs/>
              </w:rPr>
              <w:t xml:space="preserve"> organic products</w:t>
            </w:r>
            <w:r w:rsidR="00771047" w:rsidRPr="00E1569E">
              <w:rPr>
                <w:i/>
                <w:iCs/>
              </w:rPr>
              <w:t>. R</w:t>
            </w:r>
            <w:r w:rsidR="001A370B" w:rsidRPr="00E1569E">
              <w:rPr>
                <w:i/>
                <w:iCs/>
              </w:rPr>
              <w:t xml:space="preserve">ecords </w:t>
            </w:r>
            <w:r w:rsidR="00A8501A" w:rsidRPr="00E1569E">
              <w:rPr>
                <w:i/>
                <w:iCs/>
              </w:rPr>
              <w:t xml:space="preserve">include but </w:t>
            </w:r>
            <w:r w:rsidR="00771047" w:rsidRPr="00E1569E">
              <w:rPr>
                <w:i/>
                <w:iCs/>
              </w:rPr>
              <w:t xml:space="preserve">are </w:t>
            </w:r>
            <w:r w:rsidR="00A8501A" w:rsidRPr="00E1569E">
              <w:rPr>
                <w:i/>
                <w:iCs/>
              </w:rPr>
              <w:t xml:space="preserve">not limited to purchase invoices, harvest records, labels, sales invoices, organic certificates, bills of lading, </w:t>
            </w:r>
            <w:r w:rsidR="000A541A" w:rsidRPr="00E1569E">
              <w:rPr>
                <w:i/>
                <w:iCs/>
              </w:rPr>
              <w:t xml:space="preserve">and </w:t>
            </w:r>
            <w:r w:rsidR="00A8501A" w:rsidRPr="00E1569E">
              <w:rPr>
                <w:i/>
                <w:iCs/>
              </w:rPr>
              <w:t>hauling records</w:t>
            </w:r>
            <w:r w:rsidR="000A541A" w:rsidRPr="00E1569E">
              <w:rPr>
                <w:i/>
                <w:iCs/>
              </w:rPr>
              <w:t>.</w:t>
            </w:r>
          </w:p>
          <w:p w14:paraId="0CD8EF7D" w14:textId="02C27518" w:rsidR="00F5062B" w:rsidRPr="00E1569E" w:rsidRDefault="00F5062B" w:rsidP="00D43F67">
            <w:pPr>
              <w:spacing w:before="80" w:after="80"/>
              <w:rPr>
                <w:i/>
                <w:iCs/>
              </w:rPr>
            </w:pPr>
            <w:r w:rsidRPr="00E1569E">
              <w:rPr>
                <w:i/>
                <w:iCs/>
              </w:rPr>
              <w:t xml:space="preserve">Audit trail documentation must identify crops/products as organic when applicable. </w:t>
            </w:r>
          </w:p>
        </w:tc>
      </w:tr>
      <w:tr w:rsidR="00D43F67" w:rsidRPr="00484889" w14:paraId="20CF442F" w14:textId="77777777" w:rsidTr="00D43F67">
        <w:trPr>
          <w:cantSplit/>
          <w:trHeight w:val="1152"/>
          <w:jc w:val="center"/>
        </w:trPr>
        <w:tc>
          <w:tcPr>
            <w:tcW w:w="10800" w:type="dxa"/>
            <w:gridSpan w:val="2"/>
            <w:tcBorders>
              <w:top w:val="nil"/>
              <w:bottom w:val="single" w:sz="4" w:space="0" w:color="auto"/>
            </w:tcBorders>
          </w:tcPr>
          <w:p w14:paraId="1E6EB84F" w14:textId="77777777" w:rsidR="00D43F67" w:rsidRPr="00460535" w:rsidRDefault="00D43F67" w:rsidP="00D43F67">
            <w:pPr>
              <w:pStyle w:val="ListParagraph"/>
              <w:numPr>
                <w:ilvl w:val="0"/>
                <w:numId w:val="39"/>
              </w:numPr>
              <w:spacing w:before="40" w:after="40"/>
              <w:contextualSpacing w:val="0"/>
              <w:rPr>
                <w:bCs/>
              </w:rPr>
            </w:pPr>
            <w:r w:rsidRPr="00E927E7">
              <w:rPr>
                <w:bCs/>
              </w:rPr>
              <w:t xml:space="preserve">How do you ensure that you maintain audit trail documentation that is sufficient to determine the source, transfer of ownership, and transportation of organic products? </w:t>
            </w:r>
            <w:r w:rsidRPr="00E927E7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E927E7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E927E7">
              <w:rPr>
                <w:rFonts w:ascii="Garamond" w:hAnsi="Garamond" w:cs="Arabic Typesetting"/>
                <w:bCs/>
                <w:iCs/>
              </w:rPr>
            </w:r>
            <w:r w:rsidRPr="00E927E7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E927E7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927E7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927E7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927E7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927E7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927E7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48D68FF3" w14:textId="77777777" w:rsidR="00460535" w:rsidRDefault="00460535" w:rsidP="00460535">
            <w:pPr>
              <w:spacing w:before="40" w:after="40"/>
              <w:rPr>
                <w:bCs/>
              </w:rPr>
            </w:pPr>
          </w:p>
          <w:p w14:paraId="202F97D6" w14:textId="77777777" w:rsidR="00B33782" w:rsidRDefault="00B33782" w:rsidP="00460535">
            <w:pPr>
              <w:spacing w:before="40" w:after="40"/>
              <w:rPr>
                <w:bCs/>
              </w:rPr>
            </w:pPr>
          </w:p>
          <w:p w14:paraId="14E48DE7" w14:textId="77777777" w:rsidR="00460535" w:rsidRDefault="00460535" w:rsidP="00460535">
            <w:pPr>
              <w:spacing w:before="40" w:after="40"/>
              <w:rPr>
                <w:bCs/>
              </w:rPr>
            </w:pPr>
          </w:p>
          <w:p w14:paraId="576B1B89" w14:textId="77777777" w:rsidR="00460535" w:rsidRDefault="00460535" w:rsidP="00460535">
            <w:pPr>
              <w:spacing w:before="40" w:after="40"/>
              <w:rPr>
                <w:bCs/>
              </w:rPr>
            </w:pPr>
          </w:p>
          <w:p w14:paraId="519D7646" w14:textId="5E12FF78" w:rsidR="00460535" w:rsidRPr="00460535" w:rsidRDefault="00460535" w:rsidP="00460535">
            <w:pPr>
              <w:spacing w:before="40" w:after="40"/>
              <w:rPr>
                <w:bCs/>
              </w:rPr>
            </w:pPr>
          </w:p>
        </w:tc>
      </w:tr>
      <w:tr w:rsidR="006D05A6" w:rsidRPr="00484889" w14:paraId="0FFBC7F5" w14:textId="77777777" w:rsidTr="00D43F67">
        <w:trPr>
          <w:cantSplit/>
          <w:trHeight w:val="4464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8B3CC5" w14:textId="18755674" w:rsidR="00730541" w:rsidRPr="005411D4" w:rsidRDefault="00730541" w:rsidP="00D43F67">
            <w:pPr>
              <w:pStyle w:val="ListParagraph"/>
              <w:pageBreakBefore/>
              <w:numPr>
                <w:ilvl w:val="0"/>
                <w:numId w:val="39"/>
              </w:numPr>
              <w:spacing w:after="120"/>
              <w:contextualSpacing w:val="0"/>
              <w:rPr>
                <w:b/>
              </w:rPr>
            </w:pPr>
            <w:r w:rsidRPr="002255D9">
              <w:rPr>
                <w:iCs/>
              </w:rPr>
              <w:lastRenderedPageBreak/>
              <w:t xml:space="preserve">Does your audit trail documentation identify agricultural products </w:t>
            </w:r>
            <w:r w:rsidR="00CD1443" w:rsidRPr="002255D9">
              <w:rPr>
                <w:iCs/>
              </w:rPr>
              <w:t xml:space="preserve">as “100% Organic” or “Organic”? </w:t>
            </w:r>
            <w:r w:rsidR="00D43F67">
              <w:rPr>
                <w:iCs/>
              </w:rPr>
              <w:t xml:space="preserve">    </w:t>
            </w:r>
            <w:r w:rsidR="002255D9" w:rsidRPr="007605D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255D9" w:rsidRPr="007605D6">
              <w:rPr>
                <w:bCs/>
                <w:iCs/>
              </w:rPr>
              <w:instrText xml:space="preserve"> FORMCHECKBOX </w:instrText>
            </w:r>
            <w:r w:rsidR="002255D9" w:rsidRPr="007605D6">
              <w:rPr>
                <w:bCs/>
                <w:iCs/>
              </w:rPr>
            </w:r>
            <w:r w:rsidR="002255D9" w:rsidRPr="007605D6">
              <w:rPr>
                <w:bCs/>
                <w:iCs/>
              </w:rPr>
              <w:fldChar w:fldCharType="separate"/>
            </w:r>
            <w:r w:rsidR="002255D9" w:rsidRPr="007605D6">
              <w:rPr>
                <w:bCs/>
                <w:iCs/>
              </w:rPr>
              <w:fldChar w:fldCharType="end"/>
            </w:r>
            <w:r w:rsidR="002255D9" w:rsidRPr="007605D6">
              <w:rPr>
                <w:bCs/>
                <w:iCs/>
              </w:rPr>
              <w:t xml:space="preserve"> Yes </w:t>
            </w:r>
            <w:r w:rsidR="00D43F67">
              <w:rPr>
                <w:bCs/>
                <w:iCs/>
              </w:rPr>
              <w:t xml:space="preserve">  </w:t>
            </w:r>
            <w:r w:rsidR="002255D9">
              <w:rPr>
                <w:bCs/>
                <w:iCs/>
              </w:rPr>
              <w:t xml:space="preserve"> </w:t>
            </w:r>
            <w:r w:rsidR="002255D9" w:rsidRPr="007605D6">
              <w:rPr>
                <w:bCs/>
                <w:iCs/>
              </w:rPr>
              <w:t xml:space="preserve"> </w:t>
            </w:r>
            <w:r w:rsidR="002255D9"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255D9" w:rsidRPr="007605D6">
              <w:rPr>
                <w:bCs/>
                <w:iCs/>
              </w:rPr>
              <w:instrText xml:space="preserve"> FORMCHECKBOX </w:instrText>
            </w:r>
            <w:r w:rsidR="002255D9" w:rsidRPr="007605D6">
              <w:rPr>
                <w:bCs/>
                <w:iCs/>
              </w:rPr>
            </w:r>
            <w:r w:rsidR="002255D9" w:rsidRPr="007605D6">
              <w:rPr>
                <w:bCs/>
                <w:iCs/>
              </w:rPr>
              <w:fldChar w:fldCharType="separate"/>
            </w:r>
            <w:r w:rsidR="002255D9" w:rsidRPr="007605D6">
              <w:rPr>
                <w:bCs/>
                <w:iCs/>
              </w:rPr>
              <w:fldChar w:fldCharType="end"/>
            </w:r>
            <w:r w:rsidR="002255D9" w:rsidRPr="007605D6">
              <w:rPr>
                <w:bCs/>
                <w:iCs/>
              </w:rPr>
              <w:t xml:space="preserve"> No</w:t>
            </w:r>
          </w:p>
          <w:p w14:paraId="327B136F" w14:textId="7755FD91" w:rsidR="00E2662C" w:rsidRPr="004C7045" w:rsidRDefault="00F81E29" w:rsidP="00D43F67">
            <w:pPr>
              <w:pStyle w:val="ListParagraph"/>
              <w:numPr>
                <w:ilvl w:val="0"/>
                <w:numId w:val="39"/>
              </w:numPr>
              <w:contextualSpacing w:val="0"/>
              <w:rPr>
                <w:iCs/>
              </w:rPr>
            </w:pPr>
            <w:r>
              <w:rPr>
                <w:iCs/>
              </w:rPr>
              <w:t xml:space="preserve">How do your records trace </w:t>
            </w:r>
            <w:r w:rsidR="00EF3C88">
              <w:rPr>
                <w:iCs/>
              </w:rPr>
              <w:t xml:space="preserve">organic agricultural products from </w:t>
            </w:r>
            <w:r w:rsidR="00E2662C">
              <w:rPr>
                <w:iCs/>
              </w:rPr>
              <w:t xml:space="preserve">the field of production through harvest, post-harvest handling, storage, transportation and sale? </w:t>
            </w:r>
            <w:r w:rsidR="004C7045">
              <w:rPr>
                <w:iCs/>
              </w:rPr>
              <w:br/>
            </w:r>
            <w:r w:rsidR="00E2662C" w:rsidRPr="004C7045">
              <w:rPr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662C" w:rsidRPr="004C7045">
              <w:rPr>
                <w:iCs/>
              </w:rPr>
              <w:instrText xml:space="preserve"> FORMCHECKBOX </w:instrText>
            </w:r>
            <w:r w:rsidR="00E2662C" w:rsidRPr="004C7045">
              <w:rPr>
                <w:iCs/>
              </w:rPr>
            </w:r>
            <w:r w:rsidR="00E2662C" w:rsidRPr="004C7045">
              <w:rPr>
                <w:iCs/>
              </w:rPr>
              <w:fldChar w:fldCharType="separate"/>
            </w:r>
            <w:r w:rsidR="00E2662C" w:rsidRPr="004C7045">
              <w:rPr>
                <w:iCs/>
              </w:rPr>
              <w:fldChar w:fldCharType="end"/>
            </w:r>
            <w:r w:rsidR="00E2662C" w:rsidRPr="004C7045">
              <w:rPr>
                <w:iCs/>
              </w:rPr>
              <w:t xml:space="preserve"> Lot numbers  </w:t>
            </w:r>
            <w:r w:rsidR="00D43F67">
              <w:rPr>
                <w:iCs/>
              </w:rPr>
              <w:t xml:space="preserve">  </w:t>
            </w:r>
            <w:r w:rsidR="00E2662C" w:rsidRPr="004C7045">
              <w:rPr>
                <w:iCs/>
              </w:rPr>
              <w:t xml:space="preserve"> </w:t>
            </w:r>
            <w:r w:rsidR="00E2662C" w:rsidRPr="004C7045">
              <w:rPr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662C" w:rsidRPr="004C7045">
              <w:rPr>
                <w:iCs/>
              </w:rPr>
              <w:instrText xml:space="preserve"> FORMCHECKBOX </w:instrText>
            </w:r>
            <w:r w:rsidR="00E2662C" w:rsidRPr="004C7045">
              <w:rPr>
                <w:iCs/>
              </w:rPr>
            </w:r>
            <w:r w:rsidR="00E2662C" w:rsidRPr="004C7045">
              <w:rPr>
                <w:iCs/>
              </w:rPr>
              <w:fldChar w:fldCharType="separate"/>
            </w:r>
            <w:r w:rsidR="00E2662C" w:rsidRPr="004C7045">
              <w:rPr>
                <w:iCs/>
              </w:rPr>
              <w:fldChar w:fldCharType="end"/>
            </w:r>
            <w:r w:rsidR="00E2662C" w:rsidRPr="004C7045">
              <w:rPr>
                <w:iCs/>
              </w:rPr>
              <w:t xml:space="preserve"> Field numbers or names </w:t>
            </w:r>
            <w:r w:rsidR="00D43F67">
              <w:rPr>
                <w:iCs/>
              </w:rPr>
              <w:t xml:space="preserve">  </w:t>
            </w:r>
            <w:r w:rsidR="00E2662C" w:rsidRPr="004C7045">
              <w:rPr>
                <w:iCs/>
              </w:rPr>
              <w:t xml:space="preserve">  </w:t>
            </w:r>
            <w:r w:rsidR="00E2662C" w:rsidRPr="004C7045">
              <w:rPr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662C" w:rsidRPr="004C7045">
              <w:rPr>
                <w:iCs/>
              </w:rPr>
              <w:instrText xml:space="preserve"> FORMCHECKBOX </w:instrText>
            </w:r>
            <w:r w:rsidR="00E2662C" w:rsidRPr="004C7045">
              <w:rPr>
                <w:iCs/>
              </w:rPr>
            </w:r>
            <w:r w:rsidR="00E2662C" w:rsidRPr="004C7045">
              <w:rPr>
                <w:iCs/>
              </w:rPr>
              <w:fldChar w:fldCharType="separate"/>
            </w:r>
            <w:r w:rsidR="00E2662C" w:rsidRPr="004C7045">
              <w:rPr>
                <w:iCs/>
              </w:rPr>
              <w:fldChar w:fldCharType="end"/>
            </w:r>
            <w:r w:rsidR="00E2662C" w:rsidRPr="004C7045">
              <w:rPr>
                <w:iCs/>
              </w:rPr>
              <w:t xml:space="preserve"> </w:t>
            </w:r>
            <w:r w:rsidR="008B0280" w:rsidRPr="004C7045">
              <w:rPr>
                <w:iCs/>
              </w:rPr>
              <w:t xml:space="preserve">Other: Describe: </w:t>
            </w:r>
            <w:r w:rsidR="008B0280" w:rsidRPr="004C7045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8B0280" w:rsidRPr="004C7045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="008B0280" w:rsidRPr="004C7045">
              <w:rPr>
                <w:rFonts w:ascii="Garamond" w:hAnsi="Garamond" w:cs="Arabic Typesetting"/>
                <w:bCs/>
                <w:iCs/>
              </w:rPr>
            </w:r>
            <w:r w:rsidR="008B0280" w:rsidRPr="004C7045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="008B0280" w:rsidRPr="007605D6">
              <w:rPr>
                <w:rFonts w:ascii="Garamond" w:hAnsi="Garamond" w:cs="Arabic Typesetting"/>
                <w:noProof/>
              </w:rPr>
              <w:t> </w:t>
            </w:r>
            <w:r w:rsidR="008B0280" w:rsidRPr="007605D6">
              <w:rPr>
                <w:rFonts w:ascii="Garamond" w:hAnsi="Garamond" w:cs="Arabic Typesetting"/>
                <w:noProof/>
              </w:rPr>
              <w:t> </w:t>
            </w:r>
            <w:r w:rsidR="008B0280" w:rsidRPr="007605D6">
              <w:rPr>
                <w:rFonts w:ascii="Garamond" w:hAnsi="Garamond" w:cs="Arabic Typesetting"/>
                <w:noProof/>
              </w:rPr>
              <w:t> </w:t>
            </w:r>
            <w:r w:rsidR="008B0280" w:rsidRPr="007605D6">
              <w:rPr>
                <w:rFonts w:ascii="Garamond" w:hAnsi="Garamond" w:cs="Arabic Typesetting"/>
                <w:noProof/>
              </w:rPr>
              <w:t> </w:t>
            </w:r>
            <w:r w:rsidR="008B0280" w:rsidRPr="007605D6">
              <w:rPr>
                <w:rFonts w:ascii="Garamond" w:hAnsi="Garamond" w:cs="Arabic Typesetting"/>
                <w:noProof/>
              </w:rPr>
              <w:t> </w:t>
            </w:r>
            <w:r w:rsidR="008B0280" w:rsidRPr="004C7045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4BE8B7EA" w14:textId="76345325" w:rsidR="00547A51" w:rsidRPr="004C7045" w:rsidRDefault="008B0280" w:rsidP="00D43F67">
            <w:pPr>
              <w:pStyle w:val="ListParagraph"/>
              <w:numPr>
                <w:ilvl w:val="1"/>
                <w:numId w:val="39"/>
              </w:numPr>
              <w:spacing w:after="120"/>
              <w:ind w:left="720"/>
              <w:contextualSpacing w:val="0"/>
              <w:rPr>
                <w:iCs/>
              </w:rPr>
            </w:pPr>
            <w:r w:rsidRPr="00547A51">
              <w:rPr>
                <w:rFonts w:cs="Arabic Typesetting"/>
                <w:iCs/>
              </w:rPr>
              <w:t xml:space="preserve">If using lot numbers, describe </w:t>
            </w:r>
            <w:r w:rsidR="00FB124D">
              <w:rPr>
                <w:rFonts w:cs="Arabic Typesetting"/>
                <w:iCs/>
              </w:rPr>
              <w:t xml:space="preserve">below </w:t>
            </w:r>
            <w:r w:rsidR="00547A51" w:rsidRPr="00547A51">
              <w:rPr>
                <w:rFonts w:cs="Arabic Typesetting"/>
                <w:iCs/>
              </w:rPr>
              <w:t>your lot numbering system used to link your audit trail and track organic crops/products.</w:t>
            </w:r>
            <w:r w:rsidR="004C7045">
              <w:rPr>
                <w:rFonts w:cs="Arabic Typesetting"/>
                <w:iCs/>
              </w:rPr>
              <w:br/>
            </w:r>
            <w:r w:rsidR="00547A51" w:rsidRPr="004C7045">
              <w:rPr>
                <w:i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7A51" w:rsidRPr="004C7045">
              <w:rPr>
                <w:i/>
              </w:rPr>
              <w:instrText xml:space="preserve"> FORMCHECKBOX </w:instrText>
            </w:r>
            <w:r w:rsidR="00547A51" w:rsidRPr="004C7045">
              <w:rPr>
                <w:i/>
              </w:rPr>
            </w:r>
            <w:r w:rsidR="00547A51" w:rsidRPr="004C7045">
              <w:rPr>
                <w:i/>
              </w:rPr>
              <w:fldChar w:fldCharType="separate"/>
            </w:r>
            <w:r w:rsidR="00547A51" w:rsidRPr="004C7045">
              <w:rPr>
                <w:i/>
              </w:rPr>
              <w:fldChar w:fldCharType="end"/>
            </w:r>
            <w:r w:rsidR="00547A51" w:rsidRPr="004C7045">
              <w:rPr>
                <w:i/>
              </w:rPr>
              <w:t xml:space="preserve"> N/A, I do not use lot numbers</w:t>
            </w:r>
          </w:p>
          <w:tbl>
            <w:tblPr>
              <w:tblStyle w:val="TableGrid"/>
              <w:tblW w:w="8640" w:type="dxa"/>
              <w:jc w:val="center"/>
              <w:tblLook w:val="04A0" w:firstRow="1" w:lastRow="0" w:firstColumn="1" w:lastColumn="0" w:noHBand="0" w:noVBand="1"/>
            </w:tblPr>
            <w:tblGrid>
              <w:gridCol w:w="1735"/>
              <w:gridCol w:w="1119"/>
              <w:gridCol w:w="1980"/>
              <w:gridCol w:w="1295"/>
              <w:gridCol w:w="2511"/>
            </w:tblGrid>
            <w:tr w:rsidR="00EA51F2" w14:paraId="5F0D513C" w14:textId="77777777" w:rsidTr="004C7045">
              <w:trPr>
                <w:jc w:val="center"/>
              </w:trPr>
              <w:tc>
                <w:tcPr>
                  <w:tcW w:w="9494" w:type="dxa"/>
                  <w:gridSpan w:val="5"/>
                  <w:shd w:val="clear" w:color="auto" w:fill="D9D9D9" w:themeFill="background1" w:themeFillShade="D9"/>
                  <w:vAlign w:val="bottom"/>
                </w:tcPr>
                <w:p w14:paraId="2FB57319" w14:textId="68E86B23" w:rsidR="00EA51F2" w:rsidRPr="00C87F05" w:rsidRDefault="00EA51F2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b/>
                      <w:bCs/>
                      <w:i/>
                    </w:rPr>
                  </w:pPr>
                  <w:r w:rsidRPr="00C87F05">
                    <w:rPr>
                      <w:b/>
                      <w:bCs/>
                      <w:i/>
                    </w:rPr>
                    <w:t>EXAMPLE:</w:t>
                  </w:r>
                  <w:r w:rsidR="006B1F60">
                    <w:rPr>
                      <w:b/>
                      <w:bCs/>
                      <w:i/>
                    </w:rPr>
                    <w:t xml:space="preserve"> Lot Number:</w:t>
                  </w:r>
                  <w:r w:rsidRPr="00C87F05">
                    <w:rPr>
                      <w:b/>
                      <w:bCs/>
                      <w:i/>
                    </w:rPr>
                    <w:t xml:space="preserve"> 24</w:t>
                  </w:r>
                  <w:r w:rsidR="005E160E" w:rsidRPr="00C87F05">
                    <w:rPr>
                      <w:b/>
                      <w:bCs/>
                      <w:i/>
                    </w:rPr>
                    <w:t>281</w:t>
                  </w:r>
                  <w:r w:rsidR="003D213A" w:rsidRPr="00C87F05">
                    <w:rPr>
                      <w:b/>
                      <w:bCs/>
                      <w:i/>
                    </w:rPr>
                    <w:t>O06</w:t>
                  </w:r>
                </w:p>
              </w:tc>
            </w:tr>
            <w:tr w:rsidR="00EA51F2" w14:paraId="7BCA0804" w14:textId="77777777" w:rsidTr="004C7045">
              <w:trPr>
                <w:jc w:val="center"/>
              </w:trPr>
              <w:tc>
                <w:tcPr>
                  <w:tcW w:w="1898" w:type="dxa"/>
                  <w:shd w:val="clear" w:color="auto" w:fill="D9D9D9" w:themeFill="background1" w:themeFillShade="D9"/>
                  <w:vAlign w:val="bottom"/>
                </w:tcPr>
                <w:p w14:paraId="1CF24BC2" w14:textId="1A2265B9" w:rsidR="00EA51F2" w:rsidRDefault="003D213A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/>
                    </w:rPr>
                  </w:pPr>
                  <w:r w:rsidRPr="00C87F05">
                    <w:rPr>
                      <w:b/>
                      <w:bCs/>
                      <w:i/>
                    </w:rPr>
                    <w:t>Code</w:t>
                  </w:r>
                  <w:r>
                    <w:rPr>
                      <w:i/>
                    </w:rPr>
                    <w:t>:</w:t>
                  </w:r>
                </w:p>
              </w:tc>
              <w:tc>
                <w:tcPr>
                  <w:tcW w:w="1227" w:type="dxa"/>
                  <w:shd w:val="clear" w:color="auto" w:fill="D9D9D9" w:themeFill="background1" w:themeFillShade="D9"/>
                  <w:vAlign w:val="bottom"/>
                </w:tcPr>
                <w:p w14:paraId="1651069B" w14:textId="130D660C" w:rsidR="00EA51F2" w:rsidRPr="00C84B1D" w:rsidRDefault="003D213A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Cs/>
                    </w:rPr>
                  </w:pPr>
                  <w:r w:rsidRPr="00C84B1D">
                    <w:rPr>
                      <w:iCs/>
                    </w:rPr>
                    <w:t>24</w:t>
                  </w:r>
                </w:p>
              </w:tc>
              <w:tc>
                <w:tcPr>
                  <w:tcW w:w="2250" w:type="dxa"/>
                  <w:shd w:val="clear" w:color="auto" w:fill="D9D9D9" w:themeFill="background1" w:themeFillShade="D9"/>
                  <w:vAlign w:val="bottom"/>
                </w:tcPr>
                <w:p w14:paraId="3D771378" w14:textId="42CED197" w:rsidR="00EA51F2" w:rsidRPr="00C84B1D" w:rsidRDefault="00C87F05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Cs/>
                    </w:rPr>
                  </w:pPr>
                  <w:r w:rsidRPr="00C84B1D">
                    <w:rPr>
                      <w:iCs/>
                    </w:rPr>
                    <w:t>281</w:t>
                  </w:r>
                </w:p>
              </w:tc>
              <w:tc>
                <w:tcPr>
                  <w:tcW w:w="1350" w:type="dxa"/>
                  <w:shd w:val="clear" w:color="auto" w:fill="D9D9D9" w:themeFill="background1" w:themeFillShade="D9"/>
                  <w:vAlign w:val="bottom"/>
                </w:tcPr>
                <w:p w14:paraId="1C32AE0D" w14:textId="78322654" w:rsidR="00EA51F2" w:rsidRPr="00C84B1D" w:rsidRDefault="00C87F05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Cs/>
                    </w:rPr>
                  </w:pPr>
                  <w:r w:rsidRPr="00C84B1D">
                    <w:rPr>
                      <w:iCs/>
                    </w:rPr>
                    <w:t>O</w:t>
                  </w:r>
                </w:p>
              </w:tc>
              <w:tc>
                <w:tcPr>
                  <w:tcW w:w="2769" w:type="dxa"/>
                  <w:shd w:val="clear" w:color="auto" w:fill="D9D9D9" w:themeFill="background1" w:themeFillShade="D9"/>
                  <w:vAlign w:val="bottom"/>
                </w:tcPr>
                <w:p w14:paraId="5F4BD8D3" w14:textId="20194AB2" w:rsidR="00EA51F2" w:rsidRPr="00C84B1D" w:rsidRDefault="00C87F05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Cs/>
                    </w:rPr>
                  </w:pPr>
                  <w:r w:rsidRPr="00C84B1D">
                    <w:rPr>
                      <w:iCs/>
                    </w:rPr>
                    <w:t>06</w:t>
                  </w:r>
                </w:p>
              </w:tc>
            </w:tr>
            <w:tr w:rsidR="00EA51F2" w14:paraId="26DB950D" w14:textId="77777777" w:rsidTr="004C7045">
              <w:trPr>
                <w:jc w:val="center"/>
              </w:trPr>
              <w:tc>
                <w:tcPr>
                  <w:tcW w:w="1898" w:type="dxa"/>
                  <w:shd w:val="clear" w:color="auto" w:fill="D9D9D9" w:themeFill="background1" w:themeFillShade="D9"/>
                  <w:vAlign w:val="bottom"/>
                </w:tcPr>
                <w:p w14:paraId="10A27AD7" w14:textId="1D0CDA65" w:rsidR="00EA51F2" w:rsidRPr="00C87F05" w:rsidRDefault="003D213A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b/>
                      <w:bCs/>
                      <w:i/>
                    </w:rPr>
                  </w:pPr>
                  <w:r w:rsidRPr="00C87F05">
                    <w:rPr>
                      <w:b/>
                      <w:bCs/>
                      <w:i/>
                    </w:rPr>
                    <w:t>Signifies:</w:t>
                  </w:r>
                </w:p>
              </w:tc>
              <w:tc>
                <w:tcPr>
                  <w:tcW w:w="1227" w:type="dxa"/>
                  <w:shd w:val="clear" w:color="auto" w:fill="D9D9D9" w:themeFill="background1" w:themeFillShade="D9"/>
                  <w:vAlign w:val="bottom"/>
                </w:tcPr>
                <w:p w14:paraId="444F4779" w14:textId="15C7D590" w:rsidR="00EA51F2" w:rsidRPr="00C84B1D" w:rsidRDefault="00C87F05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Cs/>
                    </w:rPr>
                  </w:pPr>
                  <w:r w:rsidRPr="00C84B1D">
                    <w:rPr>
                      <w:iCs/>
                    </w:rPr>
                    <w:t>Year: 2024</w:t>
                  </w:r>
                </w:p>
              </w:tc>
              <w:tc>
                <w:tcPr>
                  <w:tcW w:w="2250" w:type="dxa"/>
                  <w:shd w:val="clear" w:color="auto" w:fill="D9D9D9" w:themeFill="background1" w:themeFillShade="D9"/>
                  <w:vAlign w:val="bottom"/>
                </w:tcPr>
                <w:p w14:paraId="3075BDBB" w14:textId="42CAED2C" w:rsidR="00EA51F2" w:rsidRPr="00C84B1D" w:rsidRDefault="00C87F05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Cs/>
                    </w:rPr>
                  </w:pPr>
                  <w:r w:rsidRPr="00C84B1D">
                    <w:rPr>
                      <w:iCs/>
                    </w:rPr>
                    <w:t>Julian date of harvest</w:t>
                  </w:r>
                </w:p>
              </w:tc>
              <w:tc>
                <w:tcPr>
                  <w:tcW w:w="1350" w:type="dxa"/>
                  <w:shd w:val="clear" w:color="auto" w:fill="D9D9D9" w:themeFill="background1" w:themeFillShade="D9"/>
                  <w:vAlign w:val="bottom"/>
                </w:tcPr>
                <w:p w14:paraId="2FFC816E" w14:textId="5B58DDB7" w:rsidR="00EA51F2" w:rsidRPr="00C84B1D" w:rsidRDefault="00C87F05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Cs/>
                    </w:rPr>
                  </w:pPr>
                  <w:r w:rsidRPr="00C84B1D">
                    <w:rPr>
                      <w:iCs/>
                    </w:rPr>
                    <w:t>ORGANIC</w:t>
                  </w:r>
                </w:p>
              </w:tc>
              <w:tc>
                <w:tcPr>
                  <w:tcW w:w="2769" w:type="dxa"/>
                  <w:shd w:val="clear" w:color="auto" w:fill="D9D9D9" w:themeFill="background1" w:themeFillShade="D9"/>
                  <w:vAlign w:val="bottom"/>
                </w:tcPr>
                <w:p w14:paraId="04FE3248" w14:textId="6B606C72" w:rsidR="00EA51F2" w:rsidRPr="00C84B1D" w:rsidRDefault="00C87F05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Cs/>
                    </w:rPr>
                  </w:pPr>
                  <w:r w:rsidRPr="00C84B1D">
                    <w:rPr>
                      <w:iCs/>
                    </w:rPr>
                    <w:t>Field number/Parcel ID</w:t>
                  </w:r>
                </w:p>
              </w:tc>
            </w:tr>
          </w:tbl>
          <w:p w14:paraId="3AC4A309" w14:textId="77777777" w:rsidR="009E3C21" w:rsidRPr="009E3C21" w:rsidRDefault="009E3C21" w:rsidP="00D43F67">
            <w:pPr>
              <w:pStyle w:val="ListParagraph"/>
              <w:ind w:left="1080"/>
              <w:contextualSpacing w:val="0"/>
              <w:rPr>
                <w:i/>
              </w:rPr>
            </w:pPr>
          </w:p>
          <w:tbl>
            <w:tblPr>
              <w:tblStyle w:val="TableGrid"/>
              <w:tblW w:w="8640" w:type="dxa"/>
              <w:jc w:val="center"/>
              <w:tblLook w:val="04A0" w:firstRow="1" w:lastRow="0" w:firstColumn="1" w:lastColumn="0" w:noHBand="0" w:noVBand="1"/>
            </w:tblPr>
            <w:tblGrid>
              <w:gridCol w:w="1761"/>
              <w:gridCol w:w="1154"/>
              <w:gridCol w:w="2015"/>
              <w:gridCol w:w="1258"/>
              <w:gridCol w:w="2452"/>
            </w:tblGrid>
            <w:tr w:rsidR="006B1F60" w14:paraId="0008D99E" w14:textId="77777777" w:rsidTr="004C7045">
              <w:trPr>
                <w:jc w:val="center"/>
              </w:trPr>
              <w:tc>
                <w:tcPr>
                  <w:tcW w:w="9494" w:type="dxa"/>
                  <w:gridSpan w:val="5"/>
                  <w:shd w:val="clear" w:color="auto" w:fill="FFFFFF" w:themeFill="background1"/>
                  <w:vAlign w:val="bottom"/>
                </w:tcPr>
                <w:p w14:paraId="5CBDFFBD" w14:textId="1EBC3BEB" w:rsidR="006B1F60" w:rsidRPr="00C87F05" w:rsidRDefault="006B1F60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b/>
                      <w:bCs/>
                      <w:i/>
                    </w:rPr>
                  </w:pPr>
                  <w:r>
                    <w:rPr>
                      <w:b/>
                      <w:bCs/>
                      <w:i/>
                    </w:rPr>
                    <w:t>Lot Number:</w:t>
                  </w:r>
                  <w:r w:rsidRPr="00C87F05">
                    <w:rPr>
                      <w:b/>
                      <w:bCs/>
                      <w:i/>
                    </w:rPr>
                    <w:t xml:space="preserve"> </w:t>
                  </w:r>
                  <w:r w:rsidR="004473CA"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="004473CA"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="004473CA"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="004473CA"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="004473CA"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="004473CA"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="004473CA"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="004473CA"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="004473CA"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="004473CA"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  <w:tr w:rsidR="006B1F60" w14:paraId="775DFDE7" w14:textId="77777777" w:rsidTr="004C7045">
              <w:trPr>
                <w:jc w:val="center"/>
              </w:trPr>
              <w:tc>
                <w:tcPr>
                  <w:tcW w:w="1898" w:type="dxa"/>
                  <w:shd w:val="clear" w:color="auto" w:fill="FFFFFF" w:themeFill="background1"/>
                  <w:vAlign w:val="bottom"/>
                </w:tcPr>
                <w:p w14:paraId="6E9141B6" w14:textId="77777777" w:rsidR="006B1F60" w:rsidRPr="006B1F60" w:rsidRDefault="006B1F60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Cs/>
                    </w:rPr>
                  </w:pPr>
                  <w:r w:rsidRPr="006B1F60">
                    <w:rPr>
                      <w:b/>
                      <w:bCs/>
                      <w:iCs/>
                    </w:rPr>
                    <w:t>Code</w:t>
                  </w:r>
                  <w:r w:rsidRPr="006B1F60">
                    <w:rPr>
                      <w:iCs/>
                    </w:rPr>
                    <w:t>:</w:t>
                  </w:r>
                </w:p>
              </w:tc>
              <w:tc>
                <w:tcPr>
                  <w:tcW w:w="1227" w:type="dxa"/>
                  <w:shd w:val="clear" w:color="auto" w:fill="FFFFFF" w:themeFill="background1"/>
                  <w:vAlign w:val="bottom"/>
                </w:tcPr>
                <w:p w14:paraId="5592CF9D" w14:textId="21070294" w:rsidR="006B1F60" w:rsidRDefault="004473CA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2250" w:type="dxa"/>
                  <w:shd w:val="clear" w:color="auto" w:fill="FFFFFF" w:themeFill="background1"/>
                  <w:vAlign w:val="bottom"/>
                </w:tcPr>
                <w:p w14:paraId="7C33A242" w14:textId="60ADE850" w:rsidR="006B1F60" w:rsidRDefault="004473CA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1350" w:type="dxa"/>
                  <w:shd w:val="clear" w:color="auto" w:fill="FFFFFF" w:themeFill="background1"/>
                  <w:vAlign w:val="bottom"/>
                </w:tcPr>
                <w:p w14:paraId="63E4B137" w14:textId="080F3228" w:rsidR="006B1F60" w:rsidRDefault="004473CA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2769" w:type="dxa"/>
                  <w:shd w:val="clear" w:color="auto" w:fill="FFFFFF" w:themeFill="background1"/>
                  <w:vAlign w:val="bottom"/>
                </w:tcPr>
                <w:p w14:paraId="576F72E8" w14:textId="5E3FEDD1" w:rsidR="006B1F60" w:rsidRDefault="004473CA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  <w:tr w:rsidR="006B1F60" w14:paraId="57195098" w14:textId="77777777" w:rsidTr="004C7045">
              <w:trPr>
                <w:jc w:val="center"/>
              </w:trPr>
              <w:tc>
                <w:tcPr>
                  <w:tcW w:w="1898" w:type="dxa"/>
                  <w:shd w:val="clear" w:color="auto" w:fill="FFFFFF" w:themeFill="background1"/>
                  <w:vAlign w:val="bottom"/>
                </w:tcPr>
                <w:p w14:paraId="081D8334" w14:textId="77777777" w:rsidR="006B1F60" w:rsidRPr="006B1F60" w:rsidRDefault="006B1F60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b/>
                      <w:bCs/>
                      <w:iCs/>
                    </w:rPr>
                  </w:pPr>
                  <w:r w:rsidRPr="006B1F60">
                    <w:rPr>
                      <w:b/>
                      <w:bCs/>
                      <w:iCs/>
                    </w:rPr>
                    <w:t>Signifies:</w:t>
                  </w:r>
                </w:p>
              </w:tc>
              <w:tc>
                <w:tcPr>
                  <w:tcW w:w="1227" w:type="dxa"/>
                  <w:shd w:val="clear" w:color="auto" w:fill="FFFFFF" w:themeFill="background1"/>
                  <w:vAlign w:val="bottom"/>
                </w:tcPr>
                <w:p w14:paraId="6F3F29D2" w14:textId="444B884E" w:rsidR="006B1F60" w:rsidRPr="00C87F05" w:rsidRDefault="004473CA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Cs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2250" w:type="dxa"/>
                  <w:shd w:val="clear" w:color="auto" w:fill="FFFFFF" w:themeFill="background1"/>
                  <w:vAlign w:val="bottom"/>
                </w:tcPr>
                <w:p w14:paraId="65344583" w14:textId="7BEAC44A" w:rsidR="006B1F60" w:rsidRDefault="004473CA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1350" w:type="dxa"/>
                  <w:shd w:val="clear" w:color="auto" w:fill="FFFFFF" w:themeFill="background1"/>
                  <w:vAlign w:val="bottom"/>
                </w:tcPr>
                <w:p w14:paraId="215BA5E8" w14:textId="7D0AE53D" w:rsidR="006B1F60" w:rsidRDefault="004473CA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2769" w:type="dxa"/>
                  <w:shd w:val="clear" w:color="auto" w:fill="FFFFFF" w:themeFill="background1"/>
                  <w:vAlign w:val="bottom"/>
                </w:tcPr>
                <w:p w14:paraId="53F87DA9" w14:textId="4194CE63" w:rsidR="006B1F60" w:rsidRDefault="004473CA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5FF33316" w14:textId="77777777" w:rsidR="006D05A6" w:rsidRPr="00E0521F" w:rsidRDefault="006D05A6" w:rsidP="00D43F67">
            <w:pPr>
              <w:keepNext/>
              <w:pageBreakBefore/>
              <w:rPr>
                <w:bCs/>
              </w:rPr>
            </w:pPr>
          </w:p>
        </w:tc>
      </w:tr>
    </w:tbl>
    <w:p w14:paraId="7B5ABD42" w14:textId="77777777" w:rsidR="00EF1147" w:rsidRPr="00B2569A" w:rsidRDefault="00EF1147" w:rsidP="001E3C57">
      <w:pPr>
        <w:rPr>
          <w:rFonts w:cstheme="minorHAnsi"/>
          <w:szCs w:val="22"/>
        </w:rPr>
      </w:pPr>
    </w:p>
    <w:sectPr w:rsidR="00EF1147" w:rsidRPr="00B2569A" w:rsidSect="00E23CDF">
      <w:headerReference w:type="default" r:id="rId11"/>
      <w:footerReference w:type="default" r:id="rId12"/>
      <w:pgSz w:w="12240" w:h="15840"/>
      <w:pgMar w:top="180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68782" w14:textId="77777777" w:rsidR="003905F0" w:rsidRDefault="003905F0">
      <w:r>
        <w:separator/>
      </w:r>
    </w:p>
  </w:endnote>
  <w:endnote w:type="continuationSeparator" w:id="0">
    <w:p w14:paraId="24544D6D" w14:textId="77777777" w:rsidR="003905F0" w:rsidRDefault="003905F0">
      <w:r>
        <w:continuationSeparator/>
      </w:r>
    </w:p>
  </w:endnote>
  <w:endnote w:type="continuationNotice" w:id="1">
    <w:p w14:paraId="7BF82DAE" w14:textId="77777777" w:rsidR="003905F0" w:rsidRDefault="003905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Garamond" w:hAnsi="Garamond"/>
        <w:sz w:val="20"/>
        <w:szCs w:val="20"/>
      </w:rPr>
      <w:id w:val="940563913"/>
      <w:docPartObj>
        <w:docPartGallery w:val="Page Numbers (Bottom of Page)"/>
        <w:docPartUnique/>
      </w:docPartObj>
    </w:sdtPr>
    <w:sdtContent>
      <w:sdt>
        <w:sdtPr>
          <w:rPr>
            <w:rFonts w:ascii="Garamond" w:hAnsi="Garamond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CD0C5F1" w14:textId="71EA9D7A" w:rsidR="008E741A" w:rsidRPr="008E741A" w:rsidRDefault="008E741A" w:rsidP="008E741A">
            <w:pPr>
              <w:pStyle w:val="Footer"/>
              <w:tabs>
                <w:tab w:val="clear" w:pos="4320"/>
                <w:tab w:val="clear" w:pos="8640"/>
              </w:tabs>
              <w:ind w:right="446"/>
              <w:jc w:val="center"/>
              <w:rPr>
                <w:rFonts w:ascii="Garamond" w:hAnsi="Garamond"/>
                <w:sz w:val="20"/>
                <w:szCs w:val="20"/>
              </w:rPr>
            </w:pPr>
            <w:r w:rsidRPr="008E741A">
              <w:rPr>
                <w:rFonts w:ascii="Garamond" w:hAnsi="Garamond"/>
                <w:sz w:val="20"/>
                <w:szCs w:val="20"/>
              </w:rPr>
              <w:t>1C3</w:t>
            </w:r>
            <w:r w:rsidR="00F13D5D">
              <w:rPr>
                <w:rFonts w:ascii="Garamond" w:hAnsi="Garamond"/>
                <w:sz w:val="20"/>
                <w:szCs w:val="20"/>
              </w:rPr>
              <w:t>B12</w:t>
            </w:r>
            <w:r w:rsidRPr="008E741A">
              <w:rPr>
                <w:rFonts w:ascii="Garamond" w:hAnsi="Garamond"/>
                <w:sz w:val="20"/>
                <w:szCs w:val="20"/>
              </w:rPr>
              <w:t>, V1,</w:t>
            </w:r>
            <w:r w:rsidR="00815BE6">
              <w:rPr>
                <w:rFonts w:ascii="Garamond" w:hAnsi="Garamond"/>
                <w:sz w:val="20"/>
                <w:szCs w:val="20"/>
              </w:rPr>
              <w:t xml:space="preserve"> R1,</w:t>
            </w:r>
            <w:r w:rsidRPr="008E741A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F3185D">
              <w:rPr>
                <w:rFonts w:ascii="Garamond" w:hAnsi="Garamond"/>
                <w:sz w:val="20"/>
                <w:szCs w:val="20"/>
              </w:rPr>
              <w:t>1</w:t>
            </w:r>
            <w:r w:rsidR="00815BE6">
              <w:rPr>
                <w:rFonts w:ascii="Garamond" w:hAnsi="Garamond"/>
                <w:sz w:val="20"/>
                <w:szCs w:val="20"/>
              </w:rPr>
              <w:t>0</w:t>
            </w:r>
            <w:r w:rsidR="00F3185D">
              <w:rPr>
                <w:rFonts w:ascii="Garamond" w:hAnsi="Garamond"/>
                <w:sz w:val="20"/>
                <w:szCs w:val="20"/>
              </w:rPr>
              <w:t>/</w:t>
            </w:r>
            <w:r w:rsidR="00815BE6">
              <w:rPr>
                <w:rFonts w:ascii="Garamond" w:hAnsi="Garamond"/>
                <w:sz w:val="20"/>
                <w:szCs w:val="20"/>
              </w:rPr>
              <w:t>01</w:t>
            </w:r>
            <w:r w:rsidR="00F3185D">
              <w:rPr>
                <w:rFonts w:ascii="Garamond" w:hAnsi="Garamond"/>
                <w:sz w:val="20"/>
                <w:szCs w:val="20"/>
              </w:rPr>
              <w:t>/202</w:t>
            </w:r>
            <w:r w:rsidR="00815BE6">
              <w:rPr>
                <w:rFonts w:ascii="Garamond" w:hAnsi="Garamond"/>
                <w:sz w:val="20"/>
                <w:szCs w:val="20"/>
              </w:rPr>
              <w:t>5</w:t>
            </w:r>
            <w:r w:rsidRPr="008E741A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8E741A">
              <w:rPr>
                <w:rFonts w:ascii="Garamond" w:hAnsi="Garamond"/>
                <w:sz w:val="20"/>
                <w:szCs w:val="20"/>
              </w:rPr>
              <w:tab/>
            </w:r>
            <w:r w:rsidRPr="008E741A"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 w:rsidRPr="008E741A">
              <w:rPr>
                <w:rFonts w:ascii="Garamond" w:hAnsi="Garamond"/>
                <w:sz w:val="20"/>
                <w:szCs w:val="20"/>
              </w:rPr>
              <w:t xml:space="preserve">Page </w: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PAGE </w:instrTex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8E741A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  <w:r w:rsidRPr="008E741A">
              <w:rPr>
                <w:rFonts w:ascii="Garamond" w:hAnsi="Garamond"/>
                <w:sz w:val="20"/>
                <w:szCs w:val="20"/>
              </w:rPr>
              <w:t xml:space="preserve"> of </w: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NUMPAGES  </w:instrTex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8E741A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40610" w14:textId="77777777" w:rsidR="003905F0" w:rsidRDefault="003905F0">
      <w:r>
        <w:separator/>
      </w:r>
    </w:p>
  </w:footnote>
  <w:footnote w:type="continuationSeparator" w:id="0">
    <w:p w14:paraId="17516419" w14:textId="77777777" w:rsidR="003905F0" w:rsidRDefault="003905F0">
      <w:r>
        <w:continuationSeparator/>
      </w:r>
    </w:p>
  </w:footnote>
  <w:footnote w:type="continuationNotice" w:id="1">
    <w:p w14:paraId="667AA2D0" w14:textId="77777777" w:rsidR="003905F0" w:rsidRDefault="003905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09113" w14:textId="1AA8F58F" w:rsidR="00A06961" w:rsidRPr="00E23CDF" w:rsidRDefault="00A06961" w:rsidP="003125D2">
    <w:pPr>
      <w:jc w:val="right"/>
      <w:rPr>
        <w:rFonts w:ascii="Calibri" w:hAnsi="Calibri" w:cs="Calibri"/>
        <w:b/>
        <w:bCs/>
        <w:sz w:val="28"/>
        <w:szCs w:val="28"/>
      </w:rPr>
    </w:pPr>
    <w:r w:rsidRPr="00E23CDF">
      <w:rPr>
        <w:rFonts w:ascii="Calibri" w:hAnsi="Calibri" w:cs="Calibri"/>
        <w:b/>
        <w:bCs/>
        <w:sz w:val="28"/>
        <w:szCs w:val="28"/>
      </w:rPr>
      <w:t>Organic System Plan</w:t>
    </w:r>
    <w:r w:rsidR="00B71CF8" w:rsidRPr="00E23CDF">
      <w:rPr>
        <w:rFonts w:ascii="Calibri" w:hAnsi="Calibri" w:cs="Calibri"/>
        <w:b/>
        <w:bCs/>
        <w:sz w:val="28"/>
        <w:szCs w:val="28"/>
      </w:rPr>
      <w:t xml:space="preserve"> (OSP)</w:t>
    </w:r>
  </w:p>
  <w:p w14:paraId="11B35D0F" w14:textId="77777777" w:rsidR="00DD6C05" w:rsidRPr="00E23CDF" w:rsidRDefault="00DD6C05" w:rsidP="003125D2">
    <w:pPr>
      <w:jc w:val="right"/>
      <w:rPr>
        <w:rFonts w:ascii="Calibri Light" w:hAnsi="Calibri Light" w:cs="Calibri Light"/>
        <w:b/>
        <w:bCs/>
        <w:sz w:val="28"/>
        <w:szCs w:val="28"/>
      </w:rPr>
    </w:pPr>
    <w:r w:rsidRPr="00E23CDF">
      <w:rPr>
        <w:rFonts w:ascii="Calibri Light" w:hAnsi="Calibri Light" w:cs="Calibri Light"/>
        <w:noProof/>
        <w:sz w:val="20"/>
        <w:szCs w:val="22"/>
      </w:rPr>
      <w:drawing>
        <wp:anchor distT="0" distB="0" distL="114300" distR="114300" simplePos="0" relativeHeight="251661312" behindDoc="0" locked="1" layoutInCell="1" allowOverlap="1" wp14:anchorId="3F8CF177" wp14:editId="5C276208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20240" cy="777240"/>
          <wp:effectExtent l="0" t="0" r="3810" b="3810"/>
          <wp:wrapSquare wrapText="bothSides"/>
          <wp:docPr id="1821215203" name="Picture 1821215203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3CDF">
      <w:rPr>
        <w:rFonts w:ascii="Calibri Light" w:hAnsi="Calibri Light" w:cs="Calibri Light"/>
        <w:b/>
        <w:bCs/>
        <w:sz w:val="28"/>
        <w:szCs w:val="28"/>
      </w:rPr>
      <w:t>Quality Certification Services (QCS)</w:t>
    </w:r>
  </w:p>
  <w:p w14:paraId="2905B88E" w14:textId="77777777" w:rsidR="00DD6C05" w:rsidRPr="00E23CDF" w:rsidRDefault="0685E24A" w:rsidP="003125D2">
    <w:pPr>
      <w:jc w:val="right"/>
      <w:rPr>
        <w:rFonts w:ascii="Calibri Light" w:hAnsi="Calibri Light" w:cs="Calibri Light"/>
        <w:sz w:val="20"/>
        <w:szCs w:val="20"/>
      </w:rPr>
    </w:pPr>
    <w:r w:rsidRPr="00E23CDF">
      <w:rPr>
        <w:rFonts w:ascii="Calibri Light" w:hAnsi="Calibri Light" w:cs="Calibri Light"/>
        <w:sz w:val="20"/>
        <w:szCs w:val="20"/>
      </w:rPr>
      <w:t>5700 SW 34th Street, Suite 349, Gainesville FL 32608</w:t>
    </w:r>
  </w:p>
  <w:p w14:paraId="5B85EA96" w14:textId="77777777" w:rsidR="00DD6C05" w:rsidRPr="00E23CDF" w:rsidRDefault="0685E24A" w:rsidP="003125D2">
    <w:pPr>
      <w:jc w:val="right"/>
      <w:rPr>
        <w:rFonts w:ascii="Calibri Light" w:hAnsi="Calibri Light" w:cs="Calibri Light"/>
        <w:sz w:val="20"/>
        <w:szCs w:val="20"/>
      </w:rPr>
    </w:pPr>
    <w:r w:rsidRPr="00E23CDF">
      <w:rPr>
        <w:rFonts w:ascii="Calibri Light" w:hAnsi="Calibri Light" w:cs="Calibri Light"/>
        <w:sz w:val="20"/>
        <w:szCs w:val="20"/>
      </w:rPr>
      <w:t>phone 352.377.0133 / fax 352.377.8363</w:t>
    </w:r>
  </w:p>
  <w:p w14:paraId="3B8575E0" w14:textId="77777777" w:rsidR="00C72AD5" w:rsidRPr="00E23CDF" w:rsidRDefault="003B7914" w:rsidP="008E741A">
    <w:pPr>
      <w:jc w:val="right"/>
      <w:rPr>
        <w:rFonts w:ascii="Calibri Light" w:hAnsi="Calibri Light" w:cs="Calibri Light"/>
        <w:sz w:val="20"/>
        <w:szCs w:val="20"/>
      </w:rPr>
    </w:pPr>
    <w:hyperlink r:id="rId2" w:history="1">
      <w:r w:rsidRPr="00E23CDF">
        <w:rPr>
          <w:rStyle w:val="Hyperlink"/>
          <w:rFonts w:ascii="Calibri Light" w:hAnsi="Calibri Light" w:cs="Calibri Light"/>
          <w:sz w:val="20"/>
          <w:szCs w:val="20"/>
        </w:rPr>
        <w:t>www.qcsinfo.org</w:t>
      </w:r>
    </w:hyperlink>
  </w:p>
  <w:p w14:paraId="0A07F61C" w14:textId="77777777" w:rsidR="003B7914" w:rsidRPr="003461A8" w:rsidRDefault="003B7914" w:rsidP="003461A8">
    <w:pPr>
      <w:ind w:right="-720"/>
      <w:jc w:val="right"/>
      <w:rPr>
        <w:rFonts w:ascii="Calibri Light" w:hAnsi="Calibri Light" w:cs="Calibri Light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C35192"/>
    <w:multiLevelType w:val="hybridMultilevel"/>
    <w:tmpl w:val="894A49C2"/>
    <w:lvl w:ilvl="0" w:tplc="2D766084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 w:val="0"/>
        <w:sz w:val="24"/>
        <w:szCs w:val="2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5414678"/>
    <w:multiLevelType w:val="hybridMultilevel"/>
    <w:tmpl w:val="54047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73264E"/>
    <w:multiLevelType w:val="hybridMultilevel"/>
    <w:tmpl w:val="4BA0C2BE"/>
    <w:lvl w:ilvl="0" w:tplc="63E853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3A4929"/>
    <w:multiLevelType w:val="hybridMultilevel"/>
    <w:tmpl w:val="200CEA94"/>
    <w:lvl w:ilvl="0" w:tplc="F1B2C0A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954338"/>
    <w:multiLevelType w:val="hybridMultilevel"/>
    <w:tmpl w:val="4BA0C2B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C926579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8616ED"/>
    <w:multiLevelType w:val="hybridMultilevel"/>
    <w:tmpl w:val="67D84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226190"/>
    <w:multiLevelType w:val="hybridMultilevel"/>
    <w:tmpl w:val="0AC8E306"/>
    <w:lvl w:ilvl="0" w:tplc="EFE25C6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2D0A75"/>
    <w:multiLevelType w:val="hybridMultilevel"/>
    <w:tmpl w:val="A38010D0"/>
    <w:lvl w:ilvl="0" w:tplc="52C6EFF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CC96900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F64171"/>
    <w:multiLevelType w:val="hybridMultilevel"/>
    <w:tmpl w:val="E58489B0"/>
    <w:lvl w:ilvl="0" w:tplc="9A566E7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C64D83"/>
    <w:multiLevelType w:val="hybridMultilevel"/>
    <w:tmpl w:val="DC8A4526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FD2BE5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8F0333"/>
    <w:multiLevelType w:val="hybridMultilevel"/>
    <w:tmpl w:val="6C56BB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747D6B"/>
    <w:multiLevelType w:val="hybridMultilevel"/>
    <w:tmpl w:val="8B92F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D9768C"/>
    <w:multiLevelType w:val="hybridMultilevel"/>
    <w:tmpl w:val="D47898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FB7613"/>
    <w:multiLevelType w:val="hybridMultilevel"/>
    <w:tmpl w:val="8482D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E20E1E"/>
    <w:multiLevelType w:val="hybridMultilevel"/>
    <w:tmpl w:val="1E2E4344"/>
    <w:lvl w:ilvl="0" w:tplc="1978923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8E33CD"/>
    <w:multiLevelType w:val="hybridMultilevel"/>
    <w:tmpl w:val="FE024B7A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9" w15:restartNumberingAfterBreak="0">
    <w:nsid w:val="57313704"/>
    <w:multiLevelType w:val="hybridMultilevel"/>
    <w:tmpl w:val="5D50194E"/>
    <w:lvl w:ilvl="0" w:tplc="23AA79A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7206A8"/>
    <w:multiLevelType w:val="hybridMultilevel"/>
    <w:tmpl w:val="9D3A5724"/>
    <w:lvl w:ilvl="0" w:tplc="6B8EA32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F673683"/>
    <w:multiLevelType w:val="hybridMultilevel"/>
    <w:tmpl w:val="EE54B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C13914"/>
    <w:multiLevelType w:val="hybridMultilevel"/>
    <w:tmpl w:val="C96A8300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3" w15:restartNumberingAfterBreak="0">
    <w:nsid w:val="61110C00"/>
    <w:multiLevelType w:val="hybridMultilevel"/>
    <w:tmpl w:val="3D988524"/>
    <w:lvl w:ilvl="0" w:tplc="50F2B5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8042A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6A79D8"/>
    <w:multiLevelType w:val="hybridMultilevel"/>
    <w:tmpl w:val="41FE2F32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510800"/>
    <w:multiLevelType w:val="hybridMultilevel"/>
    <w:tmpl w:val="317CA886"/>
    <w:lvl w:ilvl="0" w:tplc="B82C079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340B6D"/>
    <w:multiLevelType w:val="hybridMultilevel"/>
    <w:tmpl w:val="1916CA96"/>
    <w:lvl w:ilvl="0" w:tplc="968AA4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BB210E"/>
    <w:multiLevelType w:val="hybridMultilevel"/>
    <w:tmpl w:val="895644FC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 w16cid:durableId="1136946213">
    <w:abstractNumId w:val="37"/>
  </w:num>
  <w:num w:numId="2" w16cid:durableId="1049182217">
    <w:abstractNumId w:val="32"/>
  </w:num>
  <w:num w:numId="3" w16cid:durableId="1802110088">
    <w:abstractNumId w:val="20"/>
  </w:num>
  <w:num w:numId="4" w16cid:durableId="251666782">
    <w:abstractNumId w:val="27"/>
  </w:num>
  <w:num w:numId="5" w16cid:durableId="897016579">
    <w:abstractNumId w:val="9"/>
  </w:num>
  <w:num w:numId="6" w16cid:durableId="894856265">
    <w:abstractNumId w:val="7"/>
  </w:num>
  <w:num w:numId="7" w16cid:durableId="184831474">
    <w:abstractNumId w:val="6"/>
  </w:num>
  <w:num w:numId="8" w16cid:durableId="1886596389">
    <w:abstractNumId w:val="5"/>
  </w:num>
  <w:num w:numId="9" w16cid:durableId="458259739">
    <w:abstractNumId w:val="4"/>
  </w:num>
  <w:num w:numId="10" w16cid:durableId="964119580">
    <w:abstractNumId w:val="8"/>
  </w:num>
  <w:num w:numId="11" w16cid:durableId="287203537">
    <w:abstractNumId w:val="3"/>
  </w:num>
  <w:num w:numId="12" w16cid:durableId="259728935">
    <w:abstractNumId w:val="2"/>
  </w:num>
  <w:num w:numId="13" w16cid:durableId="1289895863">
    <w:abstractNumId w:val="1"/>
  </w:num>
  <w:num w:numId="14" w16cid:durableId="444809771">
    <w:abstractNumId w:val="0"/>
  </w:num>
  <w:num w:numId="15" w16cid:durableId="2043900402">
    <w:abstractNumId w:val="34"/>
  </w:num>
  <w:num w:numId="16" w16cid:durableId="456686638">
    <w:abstractNumId w:val="15"/>
  </w:num>
  <w:num w:numId="17" w16cid:durableId="939917980">
    <w:abstractNumId w:val="22"/>
  </w:num>
  <w:num w:numId="18" w16cid:durableId="1696073736">
    <w:abstractNumId w:val="19"/>
  </w:num>
  <w:num w:numId="19" w16cid:durableId="1751391910">
    <w:abstractNumId w:val="12"/>
  </w:num>
  <w:num w:numId="20" w16cid:durableId="1161694474">
    <w:abstractNumId w:val="35"/>
  </w:num>
  <w:num w:numId="21" w16cid:durableId="1678574777">
    <w:abstractNumId w:val="13"/>
  </w:num>
  <w:num w:numId="22" w16cid:durableId="1209106061">
    <w:abstractNumId w:val="21"/>
  </w:num>
  <w:num w:numId="23" w16cid:durableId="972255355">
    <w:abstractNumId w:val="31"/>
  </w:num>
  <w:num w:numId="24" w16cid:durableId="131145826">
    <w:abstractNumId w:val="38"/>
  </w:num>
  <w:num w:numId="25" w16cid:durableId="2086948730">
    <w:abstractNumId w:val="28"/>
  </w:num>
  <w:num w:numId="26" w16cid:durableId="1188954963">
    <w:abstractNumId w:val="29"/>
  </w:num>
  <w:num w:numId="27" w16cid:durableId="895971202">
    <w:abstractNumId w:val="17"/>
  </w:num>
  <w:num w:numId="28" w16cid:durableId="34670001">
    <w:abstractNumId w:val="16"/>
  </w:num>
  <w:num w:numId="29" w16cid:durableId="274793865">
    <w:abstractNumId w:val="36"/>
  </w:num>
  <w:num w:numId="30" w16cid:durableId="1930112071">
    <w:abstractNumId w:val="33"/>
  </w:num>
  <w:num w:numId="31" w16cid:durableId="952786317">
    <w:abstractNumId w:val="26"/>
  </w:num>
  <w:num w:numId="32" w16cid:durableId="808134614">
    <w:abstractNumId w:val="25"/>
  </w:num>
  <w:num w:numId="33" w16cid:durableId="847522613">
    <w:abstractNumId w:val="24"/>
  </w:num>
  <w:num w:numId="34" w16cid:durableId="1353458633">
    <w:abstractNumId w:val="11"/>
  </w:num>
  <w:num w:numId="35" w16cid:durableId="2075548499">
    <w:abstractNumId w:val="23"/>
  </w:num>
  <w:num w:numId="36" w16cid:durableId="1962031336">
    <w:abstractNumId w:val="14"/>
  </w:num>
  <w:num w:numId="37" w16cid:durableId="1477070725">
    <w:abstractNumId w:val="30"/>
  </w:num>
  <w:num w:numId="38" w16cid:durableId="1181821360">
    <w:abstractNumId w:val="10"/>
  </w:num>
  <w:num w:numId="39" w16cid:durableId="1801456687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PRaqObcYLqCtYbFJ17tAPGtEyp79rzSehwMqB8ol/nov+hwgF7vZzmYe1WavuEQg2SUmCz4aiNH7vvBrXRNLXw==" w:salt="erQ33vUYwOcxWd+SskgI0w=="/>
  <w:defaultTabStop w:val="72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71B"/>
    <w:rsid w:val="00000891"/>
    <w:rsid w:val="00000BB7"/>
    <w:rsid w:val="00000C3D"/>
    <w:rsid w:val="00003D9B"/>
    <w:rsid w:val="0001231F"/>
    <w:rsid w:val="000137BD"/>
    <w:rsid w:val="00014D4C"/>
    <w:rsid w:val="0001581A"/>
    <w:rsid w:val="000163E8"/>
    <w:rsid w:val="00016408"/>
    <w:rsid w:val="0002028A"/>
    <w:rsid w:val="00022251"/>
    <w:rsid w:val="00022C21"/>
    <w:rsid w:val="00025A74"/>
    <w:rsid w:val="000261D2"/>
    <w:rsid w:val="00027601"/>
    <w:rsid w:val="00030CA7"/>
    <w:rsid w:val="00032E4E"/>
    <w:rsid w:val="00034CEC"/>
    <w:rsid w:val="00035319"/>
    <w:rsid w:val="00035B38"/>
    <w:rsid w:val="00035EC4"/>
    <w:rsid w:val="000366F2"/>
    <w:rsid w:val="00043873"/>
    <w:rsid w:val="000469F9"/>
    <w:rsid w:val="00047919"/>
    <w:rsid w:val="00047965"/>
    <w:rsid w:val="0005033B"/>
    <w:rsid w:val="00050421"/>
    <w:rsid w:val="000530CF"/>
    <w:rsid w:val="00054B87"/>
    <w:rsid w:val="00055406"/>
    <w:rsid w:val="00060846"/>
    <w:rsid w:val="00061307"/>
    <w:rsid w:val="0006420D"/>
    <w:rsid w:val="0007604A"/>
    <w:rsid w:val="00077DD4"/>
    <w:rsid w:val="00080743"/>
    <w:rsid w:val="00086BA2"/>
    <w:rsid w:val="00090AF9"/>
    <w:rsid w:val="00095B94"/>
    <w:rsid w:val="00096E83"/>
    <w:rsid w:val="000970C0"/>
    <w:rsid w:val="0009786D"/>
    <w:rsid w:val="000A1858"/>
    <w:rsid w:val="000A3576"/>
    <w:rsid w:val="000A3F01"/>
    <w:rsid w:val="000A4802"/>
    <w:rsid w:val="000A492E"/>
    <w:rsid w:val="000A541A"/>
    <w:rsid w:val="000B169E"/>
    <w:rsid w:val="000B22E9"/>
    <w:rsid w:val="000B3BAE"/>
    <w:rsid w:val="000B4556"/>
    <w:rsid w:val="000B67CA"/>
    <w:rsid w:val="000B6ABD"/>
    <w:rsid w:val="000B77F5"/>
    <w:rsid w:val="000C0D4E"/>
    <w:rsid w:val="000C149E"/>
    <w:rsid w:val="000C23EC"/>
    <w:rsid w:val="000C3660"/>
    <w:rsid w:val="000C3E56"/>
    <w:rsid w:val="000C59A1"/>
    <w:rsid w:val="000C7489"/>
    <w:rsid w:val="000D1FDC"/>
    <w:rsid w:val="000D238E"/>
    <w:rsid w:val="000D2E6D"/>
    <w:rsid w:val="000D40AC"/>
    <w:rsid w:val="000D4906"/>
    <w:rsid w:val="000D4B1F"/>
    <w:rsid w:val="000D725C"/>
    <w:rsid w:val="000E1719"/>
    <w:rsid w:val="000E33AA"/>
    <w:rsid w:val="000E3431"/>
    <w:rsid w:val="000E565F"/>
    <w:rsid w:val="000E5AC4"/>
    <w:rsid w:val="000E5CD7"/>
    <w:rsid w:val="000E714A"/>
    <w:rsid w:val="000F08F6"/>
    <w:rsid w:val="000F29B8"/>
    <w:rsid w:val="000F337D"/>
    <w:rsid w:val="000F5602"/>
    <w:rsid w:val="000F6868"/>
    <w:rsid w:val="00101099"/>
    <w:rsid w:val="001025B4"/>
    <w:rsid w:val="00104CEC"/>
    <w:rsid w:val="00110E1F"/>
    <w:rsid w:val="001123FD"/>
    <w:rsid w:val="001137AD"/>
    <w:rsid w:val="00113F06"/>
    <w:rsid w:val="00116C31"/>
    <w:rsid w:val="00117D2B"/>
    <w:rsid w:val="00122732"/>
    <w:rsid w:val="0012547D"/>
    <w:rsid w:val="00125E17"/>
    <w:rsid w:val="00133175"/>
    <w:rsid w:val="00133A7C"/>
    <w:rsid w:val="0013752B"/>
    <w:rsid w:val="00137FAE"/>
    <w:rsid w:val="001415B2"/>
    <w:rsid w:val="0014279D"/>
    <w:rsid w:val="00144373"/>
    <w:rsid w:val="00151DB7"/>
    <w:rsid w:val="001539EA"/>
    <w:rsid w:val="00153E7E"/>
    <w:rsid w:val="001552C8"/>
    <w:rsid w:val="0015752A"/>
    <w:rsid w:val="001624E6"/>
    <w:rsid w:val="001629D4"/>
    <w:rsid w:val="001641DD"/>
    <w:rsid w:val="00164CD0"/>
    <w:rsid w:val="001712DE"/>
    <w:rsid w:val="001715D1"/>
    <w:rsid w:val="0017201D"/>
    <w:rsid w:val="00173F1F"/>
    <w:rsid w:val="00177A49"/>
    <w:rsid w:val="001806D1"/>
    <w:rsid w:val="001822DC"/>
    <w:rsid w:val="0018263E"/>
    <w:rsid w:val="0018288A"/>
    <w:rsid w:val="0018392E"/>
    <w:rsid w:val="00185A5F"/>
    <w:rsid w:val="00187E37"/>
    <w:rsid w:val="00190116"/>
    <w:rsid w:val="0019051C"/>
    <w:rsid w:val="001908C9"/>
    <w:rsid w:val="00190D61"/>
    <w:rsid w:val="00193DC0"/>
    <w:rsid w:val="00195903"/>
    <w:rsid w:val="00195F09"/>
    <w:rsid w:val="0019666A"/>
    <w:rsid w:val="001A0446"/>
    <w:rsid w:val="001A1EAB"/>
    <w:rsid w:val="001A3021"/>
    <w:rsid w:val="001A370B"/>
    <w:rsid w:val="001B1D46"/>
    <w:rsid w:val="001B3355"/>
    <w:rsid w:val="001C05C2"/>
    <w:rsid w:val="001C0D53"/>
    <w:rsid w:val="001C1463"/>
    <w:rsid w:val="001C1BB3"/>
    <w:rsid w:val="001C249E"/>
    <w:rsid w:val="001C6119"/>
    <w:rsid w:val="001D0CBE"/>
    <w:rsid w:val="001D37C8"/>
    <w:rsid w:val="001D37F9"/>
    <w:rsid w:val="001D5610"/>
    <w:rsid w:val="001D6D53"/>
    <w:rsid w:val="001E0E85"/>
    <w:rsid w:val="001E154F"/>
    <w:rsid w:val="001E20AE"/>
    <w:rsid w:val="001E223C"/>
    <w:rsid w:val="001E3C57"/>
    <w:rsid w:val="001E3F08"/>
    <w:rsid w:val="001E4551"/>
    <w:rsid w:val="001F1E78"/>
    <w:rsid w:val="001F2B49"/>
    <w:rsid w:val="001F3046"/>
    <w:rsid w:val="001F331B"/>
    <w:rsid w:val="001F6DA9"/>
    <w:rsid w:val="002001CB"/>
    <w:rsid w:val="002055B7"/>
    <w:rsid w:val="0020785B"/>
    <w:rsid w:val="002119FD"/>
    <w:rsid w:val="00211E38"/>
    <w:rsid w:val="00212112"/>
    <w:rsid w:val="0021494D"/>
    <w:rsid w:val="002165CC"/>
    <w:rsid w:val="0021737A"/>
    <w:rsid w:val="00217DB9"/>
    <w:rsid w:val="002201FF"/>
    <w:rsid w:val="00220702"/>
    <w:rsid w:val="002208EE"/>
    <w:rsid w:val="00221B7D"/>
    <w:rsid w:val="00223A7C"/>
    <w:rsid w:val="00225472"/>
    <w:rsid w:val="002255D9"/>
    <w:rsid w:val="002275E3"/>
    <w:rsid w:val="00230293"/>
    <w:rsid w:val="0023031A"/>
    <w:rsid w:val="00233AE0"/>
    <w:rsid w:val="00234FB9"/>
    <w:rsid w:val="002377AC"/>
    <w:rsid w:val="002415C5"/>
    <w:rsid w:val="00244116"/>
    <w:rsid w:val="00245C2D"/>
    <w:rsid w:val="00245DC9"/>
    <w:rsid w:val="00250E86"/>
    <w:rsid w:val="00251B4B"/>
    <w:rsid w:val="00265658"/>
    <w:rsid w:val="00266174"/>
    <w:rsid w:val="002666B2"/>
    <w:rsid w:val="00272325"/>
    <w:rsid w:val="002728E1"/>
    <w:rsid w:val="00280F35"/>
    <w:rsid w:val="0028195B"/>
    <w:rsid w:val="00281CB9"/>
    <w:rsid w:val="00282FEE"/>
    <w:rsid w:val="00284F6C"/>
    <w:rsid w:val="00285C0A"/>
    <w:rsid w:val="002865C6"/>
    <w:rsid w:val="002932E7"/>
    <w:rsid w:val="002934EF"/>
    <w:rsid w:val="00293642"/>
    <w:rsid w:val="002948FD"/>
    <w:rsid w:val="002A2017"/>
    <w:rsid w:val="002A33D8"/>
    <w:rsid w:val="002A53E8"/>
    <w:rsid w:val="002A63E1"/>
    <w:rsid w:val="002A7944"/>
    <w:rsid w:val="002B2523"/>
    <w:rsid w:val="002B2C5E"/>
    <w:rsid w:val="002B486B"/>
    <w:rsid w:val="002B58BF"/>
    <w:rsid w:val="002B6655"/>
    <w:rsid w:val="002B6E74"/>
    <w:rsid w:val="002C0DB7"/>
    <w:rsid w:val="002C114A"/>
    <w:rsid w:val="002C5DC7"/>
    <w:rsid w:val="002D0883"/>
    <w:rsid w:val="002D1263"/>
    <w:rsid w:val="002D1743"/>
    <w:rsid w:val="002D1814"/>
    <w:rsid w:val="002D3609"/>
    <w:rsid w:val="002D4484"/>
    <w:rsid w:val="002E27D3"/>
    <w:rsid w:val="002E453C"/>
    <w:rsid w:val="002E5094"/>
    <w:rsid w:val="002E64E0"/>
    <w:rsid w:val="002E75CE"/>
    <w:rsid w:val="002F30AF"/>
    <w:rsid w:val="002F6D86"/>
    <w:rsid w:val="002F7153"/>
    <w:rsid w:val="002F75F0"/>
    <w:rsid w:val="003009A6"/>
    <w:rsid w:val="00302B3A"/>
    <w:rsid w:val="00302C5C"/>
    <w:rsid w:val="00303D2E"/>
    <w:rsid w:val="00304261"/>
    <w:rsid w:val="003125D2"/>
    <w:rsid w:val="00313822"/>
    <w:rsid w:val="00315E96"/>
    <w:rsid w:val="0031767E"/>
    <w:rsid w:val="00317E54"/>
    <w:rsid w:val="003225C6"/>
    <w:rsid w:val="00322C93"/>
    <w:rsid w:val="00323667"/>
    <w:rsid w:val="003249DB"/>
    <w:rsid w:val="00332AAB"/>
    <w:rsid w:val="00334116"/>
    <w:rsid w:val="003358DA"/>
    <w:rsid w:val="003440E7"/>
    <w:rsid w:val="00344561"/>
    <w:rsid w:val="00345178"/>
    <w:rsid w:val="00345A38"/>
    <w:rsid w:val="003461A8"/>
    <w:rsid w:val="003529F0"/>
    <w:rsid w:val="00353708"/>
    <w:rsid w:val="00355C0C"/>
    <w:rsid w:val="00361A86"/>
    <w:rsid w:val="00361BCC"/>
    <w:rsid w:val="003620BD"/>
    <w:rsid w:val="003630B3"/>
    <w:rsid w:val="00363358"/>
    <w:rsid w:val="00363410"/>
    <w:rsid w:val="003644BD"/>
    <w:rsid w:val="00365134"/>
    <w:rsid w:val="00365A76"/>
    <w:rsid w:val="00365A9D"/>
    <w:rsid w:val="003741E8"/>
    <w:rsid w:val="00380373"/>
    <w:rsid w:val="0038106F"/>
    <w:rsid w:val="003844EF"/>
    <w:rsid w:val="0038757C"/>
    <w:rsid w:val="003905F0"/>
    <w:rsid w:val="00391EF0"/>
    <w:rsid w:val="003950EF"/>
    <w:rsid w:val="00397DD4"/>
    <w:rsid w:val="003A1650"/>
    <w:rsid w:val="003A2701"/>
    <w:rsid w:val="003A3DF4"/>
    <w:rsid w:val="003A5F27"/>
    <w:rsid w:val="003B10D6"/>
    <w:rsid w:val="003B125B"/>
    <w:rsid w:val="003B6C1A"/>
    <w:rsid w:val="003B7914"/>
    <w:rsid w:val="003C0778"/>
    <w:rsid w:val="003C2E62"/>
    <w:rsid w:val="003D213A"/>
    <w:rsid w:val="003D2D17"/>
    <w:rsid w:val="003D2F38"/>
    <w:rsid w:val="003D3D4E"/>
    <w:rsid w:val="003D44A8"/>
    <w:rsid w:val="003E13CC"/>
    <w:rsid w:val="003E1D6E"/>
    <w:rsid w:val="003E55BA"/>
    <w:rsid w:val="003E6915"/>
    <w:rsid w:val="003F32D8"/>
    <w:rsid w:val="003F4BDD"/>
    <w:rsid w:val="0040053E"/>
    <w:rsid w:val="00400585"/>
    <w:rsid w:val="0040251F"/>
    <w:rsid w:val="00403B06"/>
    <w:rsid w:val="00404A9C"/>
    <w:rsid w:val="00407C13"/>
    <w:rsid w:val="0041129E"/>
    <w:rsid w:val="00412218"/>
    <w:rsid w:val="00415688"/>
    <w:rsid w:val="00416C87"/>
    <w:rsid w:val="004215B6"/>
    <w:rsid w:val="00424AC3"/>
    <w:rsid w:val="00424D07"/>
    <w:rsid w:val="004257BF"/>
    <w:rsid w:val="00433C3A"/>
    <w:rsid w:val="00436FE6"/>
    <w:rsid w:val="0043742C"/>
    <w:rsid w:val="00440DDB"/>
    <w:rsid w:val="00441314"/>
    <w:rsid w:val="00441A4B"/>
    <w:rsid w:val="00442EF2"/>
    <w:rsid w:val="004473CA"/>
    <w:rsid w:val="00452D2A"/>
    <w:rsid w:val="00460535"/>
    <w:rsid w:val="00460C2C"/>
    <w:rsid w:val="00461690"/>
    <w:rsid w:val="00461FA0"/>
    <w:rsid w:val="00463212"/>
    <w:rsid w:val="00463A7F"/>
    <w:rsid w:val="004661E3"/>
    <w:rsid w:val="00467E18"/>
    <w:rsid w:val="00471A3A"/>
    <w:rsid w:val="004722B5"/>
    <w:rsid w:val="00473612"/>
    <w:rsid w:val="004756AE"/>
    <w:rsid w:val="00476B72"/>
    <w:rsid w:val="00480786"/>
    <w:rsid w:val="00482345"/>
    <w:rsid w:val="00484C93"/>
    <w:rsid w:val="00484D09"/>
    <w:rsid w:val="00485704"/>
    <w:rsid w:val="00487BAB"/>
    <w:rsid w:val="00492086"/>
    <w:rsid w:val="0049581D"/>
    <w:rsid w:val="0049605C"/>
    <w:rsid w:val="00496233"/>
    <w:rsid w:val="004968C2"/>
    <w:rsid w:val="004A359A"/>
    <w:rsid w:val="004A3F33"/>
    <w:rsid w:val="004A4D5D"/>
    <w:rsid w:val="004A4F7F"/>
    <w:rsid w:val="004A503F"/>
    <w:rsid w:val="004B0125"/>
    <w:rsid w:val="004B5350"/>
    <w:rsid w:val="004B79A4"/>
    <w:rsid w:val="004C3873"/>
    <w:rsid w:val="004C3B45"/>
    <w:rsid w:val="004C7045"/>
    <w:rsid w:val="004D086D"/>
    <w:rsid w:val="004D1E64"/>
    <w:rsid w:val="004D28D7"/>
    <w:rsid w:val="004D31E9"/>
    <w:rsid w:val="004D39C5"/>
    <w:rsid w:val="004D5222"/>
    <w:rsid w:val="004D7F88"/>
    <w:rsid w:val="004E0438"/>
    <w:rsid w:val="004E08D4"/>
    <w:rsid w:val="004E08DB"/>
    <w:rsid w:val="004E1FF1"/>
    <w:rsid w:val="004E2A0D"/>
    <w:rsid w:val="004E3CA7"/>
    <w:rsid w:val="004E3F6D"/>
    <w:rsid w:val="004E49CE"/>
    <w:rsid w:val="004E65D5"/>
    <w:rsid w:val="004E6A28"/>
    <w:rsid w:val="004E7D8E"/>
    <w:rsid w:val="004F0A8B"/>
    <w:rsid w:val="004F4B72"/>
    <w:rsid w:val="004F5551"/>
    <w:rsid w:val="004F57C8"/>
    <w:rsid w:val="004F6D2F"/>
    <w:rsid w:val="004F7629"/>
    <w:rsid w:val="00500FC2"/>
    <w:rsid w:val="00503A2E"/>
    <w:rsid w:val="00505D40"/>
    <w:rsid w:val="00510D72"/>
    <w:rsid w:val="00512163"/>
    <w:rsid w:val="00514CA4"/>
    <w:rsid w:val="00516643"/>
    <w:rsid w:val="005218BB"/>
    <w:rsid w:val="005218CE"/>
    <w:rsid w:val="005219D9"/>
    <w:rsid w:val="00523B03"/>
    <w:rsid w:val="00525811"/>
    <w:rsid w:val="00525F01"/>
    <w:rsid w:val="00527ACC"/>
    <w:rsid w:val="005331EA"/>
    <w:rsid w:val="00536D61"/>
    <w:rsid w:val="0053795B"/>
    <w:rsid w:val="005409C9"/>
    <w:rsid w:val="005411D4"/>
    <w:rsid w:val="005413A4"/>
    <w:rsid w:val="0054154F"/>
    <w:rsid w:val="00541C8F"/>
    <w:rsid w:val="00542FD9"/>
    <w:rsid w:val="00543281"/>
    <w:rsid w:val="00547A51"/>
    <w:rsid w:val="00547B8F"/>
    <w:rsid w:val="00561C36"/>
    <w:rsid w:val="0056233C"/>
    <w:rsid w:val="005704C8"/>
    <w:rsid w:val="00571134"/>
    <w:rsid w:val="005715FE"/>
    <w:rsid w:val="0057168D"/>
    <w:rsid w:val="005718A1"/>
    <w:rsid w:val="00573846"/>
    <w:rsid w:val="005757C5"/>
    <w:rsid w:val="00577C29"/>
    <w:rsid w:val="00582F5C"/>
    <w:rsid w:val="00583360"/>
    <w:rsid w:val="0058608D"/>
    <w:rsid w:val="00586CE6"/>
    <w:rsid w:val="005901C0"/>
    <w:rsid w:val="00591160"/>
    <w:rsid w:val="005913B7"/>
    <w:rsid w:val="00591A9F"/>
    <w:rsid w:val="00591D1D"/>
    <w:rsid w:val="00592077"/>
    <w:rsid w:val="005936A9"/>
    <w:rsid w:val="005944C8"/>
    <w:rsid w:val="00596358"/>
    <w:rsid w:val="00597B1F"/>
    <w:rsid w:val="005A04B6"/>
    <w:rsid w:val="005A2F9E"/>
    <w:rsid w:val="005A7163"/>
    <w:rsid w:val="005A74D7"/>
    <w:rsid w:val="005B0676"/>
    <w:rsid w:val="005B0AE9"/>
    <w:rsid w:val="005B14D8"/>
    <w:rsid w:val="005B1BFF"/>
    <w:rsid w:val="005B3E7D"/>
    <w:rsid w:val="005C039F"/>
    <w:rsid w:val="005C06FC"/>
    <w:rsid w:val="005C0766"/>
    <w:rsid w:val="005C17EE"/>
    <w:rsid w:val="005C5437"/>
    <w:rsid w:val="005C65FA"/>
    <w:rsid w:val="005D08EA"/>
    <w:rsid w:val="005D4634"/>
    <w:rsid w:val="005D46BD"/>
    <w:rsid w:val="005D4F14"/>
    <w:rsid w:val="005D66A6"/>
    <w:rsid w:val="005D6A8D"/>
    <w:rsid w:val="005D6DBC"/>
    <w:rsid w:val="005D76B6"/>
    <w:rsid w:val="005E08F4"/>
    <w:rsid w:val="005E160E"/>
    <w:rsid w:val="005E1CD0"/>
    <w:rsid w:val="005E4670"/>
    <w:rsid w:val="005E46A0"/>
    <w:rsid w:val="005F12AE"/>
    <w:rsid w:val="005F2DFA"/>
    <w:rsid w:val="005F57DA"/>
    <w:rsid w:val="005F6CC0"/>
    <w:rsid w:val="005F715A"/>
    <w:rsid w:val="005F7A34"/>
    <w:rsid w:val="0060081E"/>
    <w:rsid w:val="00603B49"/>
    <w:rsid w:val="00603E65"/>
    <w:rsid w:val="0060623D"/>
    <w:rsid w:val="00607D69"/>
    <w:rsid w:val="00610771"/>
    <w:rsid w:val="00610D41"/>
    <w:rsid w:val="006111DB"/>
    <w:rsid w:val="00611BFF"/>
    <w:rsid w:val="00613599"/>
    <w:rsid w:val="00615113"/>
    <w:rsid w:val="00615443"/>
    <w:rsid w:val="00615752"/>
    <w:rsid w:val="00616546"/>
    <w:rsid w:val="00617866"/>
    <w:rsid w:val="00620CBF"/>
    <w:rsid w:val="00625D38"/>
    <w:rsid w:val="00626A4D"/>
    <w:rsid w:val="00626AE5"/>
    <w:rsid w:val="00626CB8"/>
    <w:rsid w:val="0063253A"/>
    <w:rsid w:val="0063275C"/>
    <w:rsid w:val="00633BA8"/>
    <w:rsid w:val="00641A00"/>
    <w:rsid w:val="006425C5"/>
    <w:rsid w:val="00642BF5"/>
    <w:rsid w:val="006450A1"/>
    <w:rsid w:val="00646246"/>
    <w:rsid w:val="0064626F"/>
    <w:rsid w:val="00646F5D"/>
    <w:rsid w:val="00656801"/>
    <w:rsid w:val="00657E9F"/>
    <w:rsid w:val="006606FF"/>
    <w:rsid w:val="00661B51"/>
    <w:rsid w:val="00662953"/>
    <w:rsid w:val="00664D96"/>
    <w:rsid w:val="00666263"/>
    <w:rsid w:val="006674A1"/>
    <w:rsid w:val="006677C8"/>
    <w:rsid w:val="00685468"/>
    <w:rsid w:val="00685E4E"/>
    <w:rsid w:val="00690150"/>
    <w:rsid w:val="00690518"/>
    <w:rsid w:val="006921CB"/>
    <w:rsid w:val="00692F4E"/>
    <w:rsid w:val="00697946"/>
    <w:rsid w:val="00697999"/>
    <w:rsid w:val="006A0EF8"/>
    <w:rsid w:val="006A1E1C"/>
    <w:rsid w:val="006A2550"/>
    <w:rsid w:val="006A3E90"/>
    <w:rsid w:val="006A45DB"/>
    <w:rsid w:val="006B0B8C"/>
    <w:rsid w:val="006B1F60"/>
    <w:rsid w:val="006B32B5"/>
    <w:rsid w:val="006B3358"/>
    <w:rsid w:val="006B4FBD"/>
    <w:rsid w:val="006C0675"/>
    <w:rsid w:val="006C13CF"/>
    <w:rsid w:val="006C2C76"/>
    <w:rsid w:val="006C34B9"/>
    <w:rsid w:val="006D05A6"/>
    <w:rsid w:val="006D08D7"/>
    <w:rsid w:val="006D0919"/>
    <w:rsid w:val="006D1A2E"/>
    <w:rsid w:val="006D26E8"/>
    <w:rsid w:val="006D5714"/>
    <w:rsid w:val="006D69AE"/>
    <w:rsid w:val="006D71A6"/>
    <w:rsid w:val="006D71E4"/>
    <w:rsid w:val="006D7D3B"/>
    <w:rsid w:val="006E2F10"/>
    <w:rsid w:val="006E31D7"/>
    <w:rsid w:val="006F0FF5"/>
    <w:rsid w:val="006F2100"/>
    <w:rsid w:val="006F24D5"/>
    <w:rsid w:val="006F29C6"/>
    <w:rsid w:val="006F533A"/>
    <w:rsid w:val="006F7B81"/>
    <w:rsid w:val="00700ADF"/>
    <w:rsid w:val="0070209A"/>
    <w:rsid w:val="00702346"/>
    <w:rsid w:val="00702440"/>
    <w:rsid w:val="0070311A"/>
    <w:rsid w:val="007042D7"/>
    <w:rsid w:val="0070608E"/>
    <w:rsid w:val="007060F5"/>
    <w:rsid w:val="007072C8"/>
    <w:rsid w:val="007143FF"/>
    <w:rsid w:val="0071552F"/>
    <w:rsid w:val="00715895"/>
    <w:rsid w:val="00715B55"/>
    <w:rsid w:val="00716213"/>
    <w:rsid w:val="0071707B"/>
    <w:rsid w:val="00717936"/>
    <w:rsid w:val="007203CA"/>
    <w:rsid w:val="0072180D"/>
    <w:rsid w:val="00721878"/>
    <w:rsid w:val="00721976"/>
    <w:rsid w:val="00722152"/>
    <w:rsid w:val="00722B89"/>
    <w:rsid w:val="00730541"/>
    <w:rsid w:val="00732AF1"/>
    <w:rsid w:val="0073427D"/>
    <w:rsid w:val="00736F4C"/>
    <w:rsid w:val="00740FA1"/>
    <w:rsid w:val="00742445"/>
    <w:rsid w:val="007434EF"/>
    <w:rsid w:val="00746B6E"/>
    <w:rsid w:val="00751376"/>
    <w:rsid w:val="007607B4"/>
    <w:rsid w:val="00764574"/>
    <w:rsid w:val="0076506D"/>
    <w:rsid w:val="0077032A"/>
    <w:rsid w:val="00770FE3"/>
    <w:rsid w:val="00771047"/>
    <w:rsid w:val="00772F31"/>
    <w:rsid w:val="0077323D"/>
    <w:rsid w:val="00773FE7"/>
    <w:rsid w:val="0077418D"/>
    <w:rsid w:val="00780331"/>
    <w:rsid w:val="0078045E"/>
    <w:rsid w:val="007825BC"/>
    <w:rsid w:val="00782B36"/>
    <w:rsid w:val="00782BE2"/>
    <w:rsid w:val="00783AF8"/>
    <w:rsid w:val="00784073"/>
    <w:rsid w:val="00784077"/>
    <w:rsid w:val="00785DA2"/>
    <w:rsid w:val="00786F3A"/>
    <w:rsid w:val="00790913"/>
    <w:rsid w:val="0079174D"/>
    <w:rsid w:val="00792B09"/>
    <w:rsid w:val="00795128"/>
    <w:rsid w:val="00796BC1"/>
    <w:rsid w:val="00796BCE"/>
    <w:rsid w:val="00797471"/>
    <w:rsid w:val="007A0AEF"/>
    <w:rsid w:val="007A3CAF"/>
    <w:rsid w:val="007A4C21"/>
    <w:rsid w:val="007A4CCA"/>
    <w:rsid w:val="007B02C2"/>
    <w:rsid w:val="007B677C"/>
    <w:rsid w:val="007B7F27"/>
    <w:rsid w:val="007B7F89"/>
    <w:rsid w:val="007C0379"/>
    <w:rsid w:val="007C178B"/>
    <w:rsid w:val="007C1892"/>
    <w:rsid w:val="007C1C8F"/>
    <w:rsid w:val="007C2FDD"/>
    <w:rsid w:val="007C3467"/>
    <w:rsid w:val="007C5276"/>
    <w:rsid w:val="007C58C0"/>
    <w:rsid w:val="007D0934"/>
    <w:rsid w:val="007D2D45"/>
    <w:rsid w:val="007D3C80"/>
    <w:rsid w:val="007D4B4E"/>
    <w:rsid w:val="007D5F8B"/>
    <w:rsid w:val="007E218B"/>
    <w:rsid w:val="007E277B"/>
    <w:rsid w:val="007E40A4"/>
    <w:rsid w:val="007E5A7F"/>
    <w:rsid w:val="007F1973"/>
    <w:rsid w:val="007F4486"/>
    <w:rsid w:val="007F490D"/>
    <w:rsid w:val="007F4FF8"/>
    <w:rsid w:val="007F5264"/>
    <w:rsid w:val="007F5494"/>
    <w:rsid w:val="007F549E"/>
    <w:rsid w:val="007F562F"/>
    <w:rsid w:val="007F7025"/>
    <w:rsid w:val="008006A4"/>
    <w:rsid w:val="00803184"/>
    <w:rsid w:val="008033A0"/>
    <w:rsid w:val="00804998"/>
    <w:rsid w:val="00811015"/>
    <w:rsid w:val="00813475"/>
    <w:rsid w:val="00814D50"/>
    <w:rsid w:val="00814DE0"/>
    <w:rsid w:val="00815434"/>
    <w:rsid w:val="00815BE6"/>
    <w:rsid w:val="008164DF"/>
    <w:rsid w:val="008202EF"/>
    <w:rsid w:val="00820712"/>
    <w:rsid w:val="00830DCE"/>
    <w:rsid w:val="0083606C"/>
    <w:rsid w:val="0083784B"/>
    <w:rsid w:val="0084263D"/>
    <w:rsid w:val="008436F4"/>
    <w:rsid w:val="00843E18"/>
    <w:rsid w:val="008453C2"/>
    <w:rsid w:val="0084711F"/>
    <w:rsid w:val="00852256"/>
    <w:rsid w:val="00852975"/>
    <w:rsid w:val="00853859"/>
    <w:rsid w:val="00854DCB"/>
    <w:rsid w:val="0085602D"/>
    <w:rsid w:val="00860051"/>
    <w:rsid w:val="00862364"/>
    <w:rsid w:val="00873803"/>
    <w:rsid w:val="00874668"/>
    <w:rsid w:val="00875C8B"/>
    <w:rsid w:val="008767E9"/>
    <w:rsid w:val="00877DA5"/>
    <w:rsid w:val="00881092"/>
    <w:rsid w:val="00881A9E"/>
    <w:rsid w:val="00881F79"/>
    <w:rsid w:val="00882149"/>
    <w:rsid w:val="00884B72"/>
    <w:rsid w:val="00885891"/>
    <w:rsid w:val="008877DD"/>
    <w:rsid w:val="00892707"/>
    <w:rsid w:val="00894076"/>
    <w:rsid w:val="00895C0A"/>
    <w:rsid w:val="008A0DC5"/>
    <w:rsid w:val="008A1B37"/>
    <w:rsid w:val="008A2E12"/>
    <w:rsid w:val="008A2EED"/>
    <w:rsid w:val="008A3A50"/>
    <w:rsid w:val="008A4D5C"/>
    <w:rsid w:val="008A51E0"/>
    <w:rsid w:val="008A6AE4"/>
    <w:rsid w:val="008A6BA5"/>
    <w:rsid w:val="008B0280"/>
    <w:rsid w:val="008B176C"/>
    <w:rsid w:val="008B1845"/>
    <w:rsid w:val="008B3303"/>
    <w:rsid w:val="008B471B"/>
    <w:rsid w:val="008B704A"/>
    <w:rsid w:val="008B70CD"/>
    <w:rsid w:val="008B7558"/>
    <w:rsid w:val="008C04F6"/>
    <w:rsid w:val="008C3128"/>
    <w:rsid w:val="008C3D46"/>
    <w:rsid w:val="008C466E"/>
    <w:rsid w:val="008C4A2C"/>
    <w:rsid w:val="008D028A"/>
    <w:rsid w:val="008D318D"/>
    <w:rsid w:val="008D43D3"/>
    <w:rsid w:val="008D5BF7"/>
    <w:rsid w:val="008D70B3"/>
    <w:rsid w:val="008D7402"/>
    <w:rsid w:val="008D75CD"/>
    <w:rsid w:val="008E07FF"/>
    <w:rsid w:val="008E24CA"/>
    <w:rsid w:val="008E2D23"/>
    <w:rsid w:val="008E3724"/>
    <w:rsid w:val="008E4041"/>
    <w:rsid w:val="008E4BA0"/>
    <w:rsid w:val="008E741A"/>
    <w:rsid w:val="008E7976"/>
    <w:rsid w:val="008E7C99"/>
    <w:rsid w:val="008F5304"/>
    <w:rsid w:val="008F5BCB"/>
    <w:rsid w:val="008F66C6"/>
    <w:rsid w:val="00903295"/>
    <w:rsid w:val="0090469D"/>
    <w:rsid w:val="009061EE"/>
    <w:rsid w:val="00907509"/>
    <w:rsid w:val="00914942"/>
    <w:rsid w:val="009150C5"/>
    <w:rsid w:val="00915740"/>
    <w:rsid w:val="00917659"/>
    <w:rsid w:val="00920BBF"/>
    <w:rsid w:val="0092139C"/>
    <w:rsid w:val="0092268F"/>
    <w:rsid w:val="00922D95"/>
    <w:rsid w:val="009234AF"/>
    <w:rsid w:val="00926645"/>
    <w:rsid w:val="00930FD4"/>
    <w:rsid w:val="00933C53"/>
    <w:rsid w:val="00934EAA"/>
    <w:rsid w:val="00935E96"/>
    <w:rsid w:val="009363D4"/>
    <w:rsid w:val="0094184D"/>
    <w:rsid w:val="009429C8"/>
    <w:rsid w:val="009433CB"/>
    <w:rsid w:val="009452FB"/>
    <w:rsid w:val="00950E80"/>
    <w:rsid w:val="0095175B"/>
    <w:rsid w:val="009524CA"/>
    <w:rsid w:val="00953CC0"/>
    <w:rsid w:val="009547E2"/>
    <w:rsid w:val="00955280"/>
    <w:rsid w:val="009567C1"/>
    <w:rsid w:val="00957778"/>
    <w:rsid w:val="00957C96"/>
    <w:rsid w:val="0096242B"/>
    <w:rsid w:val="00962E7C"/>
    <w:rsid w:val="009640C3"/>
    <w:rsid w:val="0096564D"/>
    <w:rsid w:val="00965EF3"/>
    <w:rsid w:val="0096733A"/>
    <w:rsid w:val="00967FC5"/>
    <w:rsid w:val="009714B9"/>
    <w:rsid w:val="00971794"/>
    <w:rsid w:val="00971CED"/>
    <w:rsid w:val="00975DD0"/>
    <w:rsid w:val="00975DD2"/>
    <w:rsid w:val="00977825"/>
    <w:rsid w:val="009804C5"/>
    <w:rsid w:val="00982842"/>
    <w:rsid w:val="0098643C"/>
    <w:rsid w:val="00987EB7"/>
    <w:rsid w:val="009904CA"/>
    <w:rsid w:val="00992393"/>
    <w:rsid w:val="00993B14"/>
    <w:rsid w:val="0099543F"/>
    <w:rsid w:val="009957F5"/>
    <w:rsid w:val="009A1BA9"/>
    <w:rsid w:val="009A712C"/>
    <w:rsid w:val="009A79CC"/>
    <w:rsid w:val="009A7F70"/>
    <w:rsid w:val="009B268D"/>
    <w:rsid w:val="009B6206"/>
    <w:rsid w:val="009B6578"/>
    <w:rsid w:val="009B6E65"/>
    <w:rsid w:val="009B7D02"/>
    <w:rsid w:val="009C629E"/>
    <w:rsid w:val="009C67B8"/>
    <w:rsid w:val="009C78B9"/>
    <w:rsid w:val="009D0B47"/>
    <w:rsid w:val="009D275B"/>
    <w:rsid w:val="009D38B5"/>
    <w:rsid w:val="009D4133"/>
    <w:rsid w:val="009D49CF"/>
    <w:rsid w:val="009D6EDF"/>
    <w:rsid w:val="009E143C"/>
    <w:rsid w:val="009E279B"/>
    <w:rsid w:val="009E3C21"/>
    <w:rsid w:val="009E4B0D"/>
    <w:rsid w:val="009E4BA9"/>
    <w:rsid w:val="009E4ED8"/>
    <w:rsid w:val="009E4EDA"/>
    <w:rsid w:val="009E7791"/>
    <w:rsid w:val="009F0923"/>
    <w:rsid w:val="009F0988"/>
    <w:rsid w:val="009F5529"/>
    <w:rsid w:val="009F7C61"/>
    <w:rsid w:val="00A00008"/>
    <w:rsid w:val="00A023AE"/>
    <w:rsid w:val="00A051D4"/>
    <w:rsid w:val="00A05776"/>
    <w:rsid w:val="00A05BED"/>
    <w:rsid w:val="00A06961"/>
    <w:rsid w:val="00A127E5"/>
    <w:rsid w:val="00A12EE3"/>
    <w:rsid w:val="00A14964"/>
    <w:rsid w:val="00A1757A"/>
    <w:rsid w:val="00A17D96"/>
    <w:rsid w:val="00A212B4"/>
    <w:rsid w:val="00A22DF3"/>
    <w:rsid w:val="00A24DA0"/>
    <w:rsid w:val="00A25CD2"/>
    <w:rsid w:val="00A26664"/>
    <w:rsid w:val="00A27A3B"/>
    <w:rsid w:val="00A30D74"/>
    <w:rsid w:val="00A3119C"/>
    <w:rsid w:val="00A32493"/>
    <w:rsid w:val="00A3332F"/>
    <w:rsid w:val="00A34359"/>
    <w:rsid w:val="00A40D4D"/>
    <w:rsid w:val="00A42B6B"/>
    <w:rsid w:val="00A431B2"/>
    <w:rsid w:val="00A43C87"/>
    <w:rsid w:val="00A45D01"/>
    <w:rsid w:val="00A45F33"/>
    <w:rsid w:val="00A47B4F"/>
    <w:rsid w:val="00A519A2"/>
    <w:rsid w:val="00A52A7C"/>
    <w:rsid w:val="00A554FF"/>
    <w:rsid w:val="00A57C81"/>
    <w:rsid w:val="00A60077"/>
    <w:rsid w:val="00A610FE"/>
    <w:rsid w:val="00A61D28"/>
    <w:rsid w:val="00A63297"/>
    <w:rsid w:val="00A63405"/>
    <w:rsid w:val="00A6377A"/>
    <w:rsid w:val="00A65A9E"/>
    <w:rsid w:val="00A65E55"/>
    <w:rsid w:val="00A65FF0"/>
    <w:rsid w:val="00A66400"/>
    <w:rsid w:val="00A666B3"/>
    <w:rsid w:val="00A66C3A"/>
    <w:rsid w:val="00A6712D"/>
    <w:rsid w:val="00A67B1C"/>
    <w:rsid w:val="00A719D9"/>
    <w:rsid w:val="00A766F6"/>
    <w:rsid w:val="00A77EB9"/>
    <w:rsid w:val="00A8099F"/>
    <w:rsid w:val="00A816B8"/>
    <w:rsid w:val="00A81B3B"/>
    <w:rsid w:val="00A834CC"/>
    <w:rsid w:val="00A837D5"/>
    <w:rsid w:val="00A8501A"/>
    <w:rsid w:val="00A90954"/>
    <w:rsid w:val="00A91234"/>
    <w:rsid w:val="00A919D5"/>
    <w:rsid w:val="00A91B98"/>
    <w:rsid w:val="00A96E94"/>
    <w:rsid w:val="00A97C7A"/>
    <w:rsid w:val="00A97D68"/>
    <w:rsid w:val="00AA0A24"/>
    <w:rsid w:val="00AA1F7A"/>
    <w:rsid w:val="00AA400E"/>
    <w:rsid w:val="00AA60BE"/>
    <w:rsid w:val="00AA6663"/>
    <w:rsid w:val="00AA77E7"/>
    <w:rsid w:val="00AB0CDF"/>
    <w:rsid w:val="00AB0F37"/>
    <w:rsid w:val="00AB6E95"/>
    <w:rsid w:val="00AB7A2D"/>
    <w:rsid w:val="00AC024A"/>
    <w:rsid w:val="00AC0EBA"/>
    <w:rsid w:val="00AC21C0"/>
    <w:rsid w:val="00AC7D24"/>
    <w:rsid w:val="00AD234B"/>
    <w:rsid w:val="00AE1AA0"/>
    <w:rsid w:val="00AE1C11"/>
    <w:rsid w:val="00AE1DF8"/>
    <w:rsid w:val="00AE326D"/>
    <w:rsid w:val="00AE47A2"/>
    <w:rsid w:val="00AE7C40"/>
    <w:rsid w:val="00AF3322"/>
    <w:rsid w:val="00AF50A8"/>
    <w:rsid w:val="00B00398"/>
    <w:rsid w:val="00B01135"/>
    <w:rsid w:val="00B0299C"/>
    <w:rsid w:val="00B0393D"/>
    <w:rsid w:val="00B04897"/>
    <w:rsid w:val="00B0518E"/>
    <w:rsid w:val="00B0571B"/>
    <w:rsid w:val="00B064BF"/>
    <w:rsid w:val="00B06633"/>
    <w:rsid w:val="00B06722"/>
    <w:rsid w:val="00B07B61"/>
    <w:rsid w:val="00B11090"/>
    <w:rsid w:val="00B11BFC"/>
    <w:rsid w:val="00B1453D"/>
    <w:rsid w:val="00B14A5E"/>
    <w:rsid w:val="00B153D3"/>
    <w:rsid w:val="00B15D43"/>
    <w:rsid w:val="00B24346"/>
    <w:rsid w:val="00B24ECC"/>
    <w:rsid w:val="00B255E2"/>
    <w:rsid w:val="00B2569A"/>
    <w:rsid w:val="00B26161"/>
    <w:rsid w:val="00B27DB2"/>
    <w:rsid w:val="00B27F4C"/>
    <w:rsid w:val="00B30A80"/>
    <w:rsid w:val="00B330EE"/>
    <w:rsid w:val="00B33782"/>
    <w:rsid w:val="00B35B0E"/>
    <w:rsid w:val="00B3631F"/>
    <w:rsid w:val="00B40087"/>
    <w:rsid w:val="00B40F29"/>
    <w:rsid w:val="00B44249"/>
    <w:rsid w:val="00B449ED"/>
    <w:rsid w:val="00B45A93"/>
    <w:rsid w:val="00B462A2"/>
    <w:rsid w:val="00B53295"/>
    <w:rsid w:val="00B53B44"/>
    <w:rsid w:val="00B55C19"/>
    <w:rsid w:val="00B55EEF"/>
    <w:rsid w:val="00B60DCF"/>
    <w:rsid w:val="00B60F24"/>
    <w:rsid w:val="00B61545"/>
    <w:rsid w:val="00B65672"/>
    <w:rsid w:val="00B664A3"/>
    <w:rsid w:val="00B70017"/>
    <w:rsid w:val="00B7028A"/>
    <w:rsid w:val="00B70B5E"/>
    <w:rsid w:val="00B71B2C"/>
    <w:rsid w:val="00B71CF8"/>
    <w:rsid w:val="00B72ABD"/>
    <w:rsid w:val="00B74A69"/>
    <w:rsid w:val="00B750AC"/>
    <w:rsid w:val="00B754F0"/>
    <w:rsid w:val="00B77ED5"/>
    <w:rsid w:val="00B805FB"/>
    <w:rsid w:val="00B842C4"/>
    <w:rsid w:val="00B84608"/>
    <w:rsid w:val="00B903B2"/>
    <w:rsid w:val="00B92585"/>
    <w:rsid w:val="00B95A4D"/>
    <w:rsid w:val="00B96A26"/>
    <w:rsid w:val="00B96BE7"/>
    <w:rsid w:val="00BA059F"/>
    <w:rsid w:val="00BA188B"/>
    <w:rsid w:val="00BA1D7E"/>
    <w:rsid w:val="00BA5F09"/>
    <w:rsid w:val="00BA619B"/>
    <w:rsid w:val="00BB3237"/>
    <w:rsid w:val="00BB6304"/>
    <w:rsid w:val="00BB74EB"/>
    <w:rsid w:val="00BC1691"/>
    <w:rsid w:val="00BC251F"/>
    <w:rsid w:val="00BC25BC"/>
    <w:rsid w:val="00BC3410"/>
    <w:rsid w:val="00BC3853"/>
    <w:rsid w:val="00BC6276"/>
    <w:rsid w:val="00BC74AC"/>
    <w:rsid w:val="00BD0858"/>
    <w:rsid w:val="00BD3458"/>
    <w:rsid w:val="00BD5952"/>
    <w:rsid w:val="00BD5DEE"/>
    <w:rsid w:val="00BD5E4E"/>
    <w:rsid w:val="00BD6615"/>
    <w:rsid w:val="00BE213C"/>
    <w:rsid w:val="00BE224C"/>
    <w:rsid w:val="00BE2949"/>
    <w:rsid w:val="00BE2EF4"/>
    <w:rsid w:val="00BE3C80"/>
    <w:rsid w:val="00BE4EC6"/>
    <w:rsid w:val="00BE4F4C"/>
    <w:rsid w:val="00BE59EB"/>
    <w:rsid w:val="00BE740C"/>
    <w:rsid w:val="00BE79FF"/>
    <w:rsid w:val="00BE7B6F"/>
    <w:rsid w:val="00BF0AD6"/>
    <w:rsid w:val="00BF28A9"/>
    <w:rsid w:val="00BF4127"/>
    <w:rsid w:val="00BF5340"/>
    <w:rsid w:val="00C00864"/>
    <w:rsid w:val="00C037C4"/>
    <w:rsid w:val="00C0494C"/>
    <w:rsid w:val="00C04FDF"/>
    <w:rsid w:val="00C10AFF"/>
    <w:rsid w:val="00C114DE"/>
    <w:rsid w:val="00C1164C"/>
    <w:rsid w:val="00C16E1E"/>
    <w:rsid w:val="00C17D95"/>
    <w:rsid w:val="00C27ABE"/>
    <w:rsid w:val="00C3244E"/>
    <w:rsid w:val="00C34204"/>
    <w:rsid w:val="00C416B4"/>
    <w:rsid w:val="00C43A72"/>
    <w:rsid w:val="00C478AD"/>
    <w:rsid w:val="00C47AB7"/>
    <w:rsid w:val="00C521A5"/>
    <w:rsid w:val="00C529A0"/>
    <w:rsid w:val="00C53515"/>
    <w:rsid w:val="00C566BB"/>
    <w:rsid w:val="00C57CB3"/>
    <w:rsid w:val="00C606EC"/>
    <w:rsid w:val="00C60F9A"/>
    <w:rsid w:val="00C63862"/>
    <w:rsid w:val="00C6395E"/>
    <w:rsid w:val="00C640F4"/>
    <w:rsid w:val="00C66809"/>
    <w:rsid w:val="00C66E4C"/>
    <w:rsid w:val="00C700DD"/>
    <w:rsid w:val="00C7225B"/>
    <w:rsid w:val="00C72AD5"/>
    <w:rsid w:val="00C72AEC"/>
    <w:rsid w:val="00C7733B"/>
    <w:rsid w:val="00C82314"/>
    <w:rsid w:val="00C84B1D"/>
    <w:rsid w:val="00C868A1"/>
    <w:rsid w:val="00C876F7"/>
    <w:rsid w:val="00C87EE8"/>
    <w:rsid w:val="00C87F05"/>
    <w:rsid w:val="00C90370"/>
    <w:rsid w:val="00C90935"/>
    <w:rsid w:val="00C91167"/>
    <w:rsid w:val="00C914F0"/>
    <w:rsid w:val="00C9180A"/>
    <w:rsid w:val="00C9333B"/>
    <w:rsid w:val="00C95391"/>
    <w:rsid w:val="00C964A8"/>
    <w:rsid w:val="00C972C4"/>
    <w:rsid w:val="00CA215B"/>
    <w:rsid w:val="00CA25A0"/>
    <w:rsid w:val="00CA683A"/>
    <w:rsid w:val="00CA6AD3"/>
    <w:rsid w:val="00CA761D"/>
    <w:rsid w:val="00CB13EE"/>
    <w:rsid w:val="00CB4555"/>
    <w:rsid w:val="00CB4746"/>
    <w:rsid w:val="00CB481F"/>
    <w:rsid w:val="00CB5706"/>
    <w:rsid w:val="00CC1CE9"/>
    <w:rsid w:val="00CC212F"/>
    <w:rsid w:val="00CC438B"/>
    <w:rsid w:val="00CC46D7"/>
    <w:rsid w:val="00CC4FF3"/>
    <w:rsid w:val="00CC7F85"/>
    <w:rsid w:val="00CD1012"/>
    <w:rsid w:val="00CD1443"/>
    <w:rsid w:val="00CD2336"/>
    <w:rsid w:val="00CD448A"/>
    <w:rsid w:val="00CD7DD8"/>
    <w:rsid w:val="00CE15CA"/>
    <w:rsid w:val="00CE46D0"/>
    <w:rsid w:val="00CE4803"/>
    <w:rsid w:val="00CE4E30"/>
    <w:rsid w:val="00CE561E"/>
    <w:rsid w:val="00CF151F"/>
    <w:rsid w:val="00CF2243"/>
    <w:rsid w:val="00CF25AB"/>
    <w:rsid w:val="00CF67AB"/>
    <w:rsid w:val="00CF70BB"/>
    <w:rsid w:val="00CF79A8"/>
    <w:rsid w:val="00D0037B"/>
    <w:rsid w:val="00D00E31"/>
    <w:rsid w:val="00D010F9"/>
    <w:rsid w:val="00D03320"/>
    <w:rsid w:val="00D040DB"/>
    <w:rsid w:val="00D041AB"/>
    <w:rsid w:val="00D075EB"/>
    <w:rsid w:val="00D12794"/>
    <w:rsid w:val="00D145D3"/>
    <w:rsid w:val="00D150AB"/>
    <w:rsid w:val="00D1617A"/>
    <w:rsid w:val="00D17656"/>
    <w:rsid w:val="00D2027F"/>
    <w:rsid w:val="00D21725"/>
    <w:rsid w:val="00D3091A"/>
    <w:rsid w:val="00D3393D"/>
    <w:rsid w:val="00D33B42"/>
    <w:rsid w:val="00D33F78"/>
    <w:rsid w:val="00D3440B"/>
    <w:rsid w:val="00D34AF1"/>
    <w:rsid w:val="00D34E59"/>
    <w:rsid w:val="00D403CD"/>
    <w:rsid w:val="00D427B8"/>
    <w:rsid w:val="00D42AA2"/>
    <w:rsid w:val="00D43F67"/>
    <w:rsid w:val="00D45075"/>
    <w:rsid w:val="00D46F30"/>
    <w:rsid w:val="00D51F77"/>
    <w:rsid w:val="00D52B8B"/>
    <w:rsid w:val="00D53972"/>
    <w:rsid w:val="00D54433"/>
    <w:rsid w:val="00D555CE"/>
    <w:rsid w:val="00D55F5E"/>
    <w:rsid w:val="00D55F70"/>
    <w:rsid w:val="00D607D6"/>
    <w:rsid w:val="00D62B01"/>
    <w:rsid w:val="00D65026"/>
    <w:rsid w:val="00D6589E"/>
    <w:rsid w:val="00D6620A"/>
    <w:rsid w:val="00D67160"/>
    <w:rsid w:val="00D679DF"/>
    <w:rsid w:val="00D72541"/>
    <w:rsid w:val="00D726C2"/>
    <w:rsid w:val="00D7366F"/>
    <w:rsid w:val="00D73A5E"/>
    <w:rsid w:val="00D75291"/>
    <w:rsid w:val="00D777C4"/>
    <w:rsid w:val="00D84B35"/>
    <w:rsid w:val="00D86300"/>
    <w:rsid w:val="00D87347"/>
    <w:rsid w:val="00D90C21"/>
    <w:rsid w:val="00D9308A"/>
    <w:rsid w:val="00D94030"/>
    <w:rsid w:val="00D95542"/>
    <w:rsid w:val="00D97104"/>
    <w:rsid w:val="00D97743"/>
    <w:rsid w:val="00DA0D4A"/>
    <w:rsid w:val="00DA4BC5"/>
    <w:rsid w:val="00DA5920"/>
    <w:rsid w:val="00DA65C0"/>
    <w:rsid w:val="00DA7DC1"/>
    <w:rsid w:val="00DB1FC9"/>
    <w:rsid w:val="00DB283D"/>
    <w:rsid w:val="00DB33CF"/>
    <w:rsid w:val="00DB481F"/>
    <w:rsid w:val="00DB5380"/>
    <w:rsid w:val="00DB54AB"/>
    <w:rsid w:val="00DB5895"/>
    <w:rsid w:val="00DC320A"/>
    <w:rsid w:val="00DC5190"/>
    <w:rsid w:val="00DC5305"/>
    <w:rsid w:val="00DD0C6F"/>
    <w:rsid w:val="00DD158D"/>
    <w:rsid w:val="00DD3DCF"/>
    <w:rsid w:val="00DD6748"/>
    <w:rsid w:val="00DD6C05"/>
    <w:rsid w:val="00DD6C9C"/>
    <w:rsid w:val="00DE311C"/>
    <w:rsid w:val="00DE3A80"/>
    <w:rsid w:val="00DE413A"/>
    <w:rsid w:val="00DE4C71"/>
    <w:rsid w:val="00DF0AB7"/>
    <w:rsid w:val="00E02801"/>
    <w:rsid w:val="00E0521F"/>
    <w:rsid w:val="00E05808"/>
    <w:rsid w:val="00E0667F"/>
    <w:rsid w:val="00E06E60"/>
    <w:rsid w:val="00E1059B"/>
    <w:rsid w:val="00E11938"/>
    <w:rsid w:val="00E14862"/>
    <w:rsid w:val="00E1569E"/>
    <w:rsid w:val="00E15AE3"/>
    <w:rsid w:val="00E15D0E"/>
    <w:rsid w:val="00E1661B"/>
    <w:rsid w:val="00E202E1"/>
    <w:rsid w:val="00E20F46"/>
    <w:rsid w:val="00E21F4D"/>
    <w:rsid w:val="00E23CDF"/>
    <w:rsid w:val="00E2622E"/>
    <w:rsid w:val="00E264CB"/>
    <w:rsid w:val="00E2662C"/>
    <w:rsid w:val="00E2667A"/>
    <w:rsid w:val="00E30036"/>
    <w:rsid w:val="00E3224B"/>
    <w:rsid w:val="00E33080"/>
    <w:rsid w:val="00E330BF"/>
    <w:rsid w:val="00E33ED8"/>
    <w:rsid w:val="00E42171"/>
    <w:rsid w:val="00E427CF"/>
    <w:rsid w:val="00E42927"/>
    <w:rsid w:val="00E45E81"/>
    <w:rsid w:val="00E45F9B"/>
    <w:rsid w:val="00E464F0"/>
    <w:rsid w:val="00E4665B"/>
    <w:rsid w:val="00E4786D"/>
    <w:rsid w:val="00E5005C"/>
    <w:rsid w:val="00E5015D"/>
    <w:rsid w:val="00E52627"/>
    <w:rsid w:val="00E52DDA"/>
    <w:rsid w:val="00E5573F"/>
    <w:rsid w:val="00E55AEC"/>
    <w:rsid w:val="00E56844"/>
    <w:rsid w:val="00E569CE"/>
    <w:rsid w:val="00E56B09"/>
    <w:rsid w:val="00E56FA6"/>
    <w:rsid w:val="00E57186"/>
    <w:rsid w:val="00E61567"/>
    <w:rsid w:val="00E62A21"/>
    <w:rsid w:val="00E6318C"/>
    <w:rsid w:val="00E646A0"/>
    <w:rsid w:val="00E65A14"/>
    <w:rsid w:val="00E65E25"/>
    <w:rsid w:val="00E711A0"/>
    <w:rsid w:val="00E71868"/>
    <w:rsid w:val="00E72EDC"/>
    <w:rsid w:val="00E755E2"/>
    <w:rsid w:val="00E76939"/>
    <w:rsid w:val="00E808C5"/>
    <w:rsid w:val="00E828B7"/>
    <w:rsid w:val="00E85F02"/>
    <w:rsid w:val="00E86187"/>
    <w:rsid w:val="00E913EF"/>
    <w:rsid w:val="00E927E7"/>
    <w:rsid w:val="00E949CE"/>
    <w:rsid w:val="00E966E2"/>
    <w:rsid w:val="00EA0523"/>
    <w:rsid w:val="00EA0D29"/>
    <w:rsid w:val="00EA3855"/>
    <w:rsid w:val="00EA4E7C"/>
    <w:rsid w:val="00EA51F2"/>
    <w:rsid w:val="00EA799B"/>
    <w:rsid w:val="00EB0684"/>
    <w:rsid w:val="00EB1BA0"/>
    <w:rsid w:val="00EB2B18"/>
    <w:rsid w:val="00EB2F40"/>
    <w:rsid w:val="00EC16A3"/>
    <w:rsid w:val="00EC5297"/>
    <w:rsid w:val="00EC636B"/>
    <w:rsid w:val="00EC67B5"/>
    <w:rsid w:val="00EC7A94"/>
    <w:rsid w:val="00ED2909"/>
    <w:rsid w:val="00ED6FFF"/>
    <w:rsid w:val="00ED7624"/>
    <w:rsid w:val="00ED7C7F"/>
    <w:rsid w:val="00EE2877"/>
    <w:rsid w:val="00EE598F"/>
    <w:rsid w:val="00EE5CB7"/>
    <w:rsid w:val="00EF108C"/>
    <w:rsid w:val="00EF1147"/>
    <w:rsid w:val="00EF146D"/>
    <w:rsid w:val="00EF3C88"/>
    <w:rsid w:val="00EF5128"/>
    <w:rsid w:val="00EF6B3D"/>
    <w:rsid w:val="00EF6B43"/>
    <w:rsid w:val="00F008FD"/>
    <w:rsid w:val="00F00CC6"/>
    <w:rsid w:val="00F04CF4"/>
    <w:rsid w:val="00F07623"/>
    <w:rsid w:val="00F12049"/>
    <w:rsid w:val="00F137C2"/>
    <w:rsid w:val="00F13D5D"/>
    <w:rsid w:val="00F17A2D"/>
    <w:rsid w:val="00F21545"/>
    <w:rsid w:val="00F21930"/>
    <w:rsid w:val="00F23799"/>
    <w:rsid w:val="00F3185D"/>
    <w:rsid w:val="00F34C87"/>
    <w:rsid w:val="00F36C82"/>
    <w:rsid w:val="00F411D3"/>
    <w:rsid w:val="00F473B8"/>
    <w:rsid w:val="00F50101"/>
    <w:rsid w:val="00F5062B"/>
    <w:rsid w:val="00F51047"/>
    <w:rsid w:val="00F56491"/>
    <w:rsid w:val="00F60F7B"/>
    <w:rsid w:val="00F61CF6"/>
    <w:rsid w:val="00F65272"/>
    <w:rsid w:val="00F65274"/>
    <w:rsid w:val="00F71239"/>
    <w:rsid w:val="00F71611"/>
    <w:rsid w:val="00F718F1"/>
    <w:rsid w:val="00F72B05"/>
    <w:rsid w:val="00F7477E"/>
    <w:rsid w:val="00F74E8D"/>
    <w:rsid w:val="00F7540A"/>
    <w:rsid w:val="00F81177"/>
    <w:rsid w:val="00F81E29"/>
    <w:rsid w:val="00F83CBC"/>
    <w:rsid w:val="00F84A8C"/>
    <w:rsid w:val="00F87ACD"/>
    <w:rsid w:val="00F9179B"/>
    <w:rsid w:val="00F92BDD"/>
    <w:rsid w:val="00F95A69"/>
    <w:rsid w:val="00FA2BED"/>
    <w:rsid w:val="00FA4F72"/>
    <w:rsid w:val="00FA50E7"/>
    <w:rsid w:val="00FA5445"/>
    <w:rsid w:val="00FA56A9"/>
    <w:rsid w:val="00FA627A"/>
    <w:rsid w:val="00FA7114"/>
    <w:rsid w:val="00FA7588"/>
    <w:rsid w:val="00FB05DE"/>
    <w:rsid w:val="00FB0973"/>
    <w:rsid w:val="00FB124D"/>
    <w:rsid w:val="00FB28A7"/>
    <w:rsid w:val="00FB2FF9"/>
    <w:rsid w:val="00FB3531"/>
    <w:rsid w:val="00FB3564"/>
    <w:rsid w:val="00FB591F"/>
    <w:rsid w:val="00FB775B"/>
    <w:rsid w:val="00FB79E1"/>
    <w:rsid w:val="00FB7FC8"/>
    <w:rsid w:val="00FC066C"/>
    <w:rsid w:val="00FC2150"/>
    <w:rsid w:val="00FC4680"/>
    <w:rsid w:val="00FC50DE"/>
    <w:rsid w:val="00FC5245"/>
    <w:rsid w:val="00FC5939"/>
    <w:rsid w:val="00FC722C"/>
    <w:rsid w:val="00FD0513"/>
    <w:rsid w:val="00FD3A06"/>
    <w:rsid w:val="00FD3A1A"/>
    <w:rsid w:val="00FE2963"/>
    <w:rsid w:val="00FE36DA"/>
    <w:rsid w:val="00FE4D62"/>
    <w:rsid w:val="00FE5CAA"/>
    <w:rsid w:val="00FE6B4A"/>
    <w:rsid w:val="00FF4B19"/>
    <w:rsid w:val="00FF68C7"/>
    <w:rsid w:val="00FF733F"/>
    <w:rsid w:val="05BEE8A5"/>
    <w:rsid w:val="0685E24A"/>
    <w:rsid w:val="07055E7F"/>
    <w:rsid w:val="1E1B3EEC"/>
    <w:rsid w:val="21DADE4D"/>
    <w:rsid w:val="252BBB68"/>
    <w:rsid w:val="349D89A6"/>
    <w:rsid w:val="5BFCBF1C"/>
    <w:rsid w:val="5EAF723E"/>
    <w:rsid w:val="6EA0A065"/>
    <w:rsid w:val="74A27F7A"/>
    <w:rsid w:val="75C7B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C07B3D"/>
  <w15:docId w15:val="{27EC0608-76D8-444A-8A95-59737BA90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29C8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A91B98"/>
    <w:pPr>
      <w:keepNext/>
      <w:jc w:val="center"/>
      <w:outlineLvl w:val="0"/>
    </w:pPr>
    <w:rPr>
      <w:rFonts w:ascii="Tahoma" w:hAnsi="Tahoma" w:cs="Tahoma"/>
      <w:u w:val="single"/>
    </w:rPr>
  </w:style>
  <w:style w:type="paragraph" w:styleId="Heading2">
    <w:name w:val="heading 2"/>
    <w:basedOn w:val="Normal"/>
    <w:next w:val="Normal"/>
    <w:link w:val="Heading2Char"/>
    <w:qFormat/>
    <w:rsid w:val="00A91B98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45C2D"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paragraph" w:styleId="Heading4">
    <w:name w:val="heading 4"/>
    <w:basedOn w:val="Normal"/>
    <w:next w:val="Normal"/>
    <w:link w:val="Heading4Char"/>
    <w:qFormat/>
    <w:rsid w:val="00245C2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245C2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45C2D"/>
    <w:pPr>
      <w:spacing w:before="240" w:after="60"/>
      <w:outlineLvl w:val="5"/>
    </w:pPr>
    <w:rPr>
      <w:rFonts w:ascii="Calibri" w:hAnsi="Calibri"/>
      <w:b/>
      <w:bCs/>
      <w:sz w:val="20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45C2D"/>
    <w:p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45C2D"/>
    <w:p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45C2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1B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1B98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A91B98"/>
    <w:rPr>
      <w:rFonts w:cs="Times New Roman"/>
      <w:color w:val="0000FF"/>
      <w:u w:val="single"/>
    </w:rPr>
  </w:style>
  <w:style w:type="character" w:customStyle="1" w:styleId="body1">
    <w:name w:val="body1"/>
    <w:rsid w:val="00A91B98"/>
    <w:rPr>
      <w:rFonts w:ascii="Verdana" w:hAnsi="Verdana" w:cs="Times New Roman"/>
      <w:color w:val="FFFFFF"/>
      <w:sz w:val="18"/>
      <w:szCs w:val="18"/>
      <w:u w:val="none"/>
      <w:effect w:val="none"/>
    </w:rPr>
  </w:style>
  <w:style w:type="paragraph" w:styleId="BodyText">
    <w:name w:val="Body Text"/>
    <w:basedOn w:val="Normal"/>
    <w:link w:val="BodyTextChar5"/>
    <w:rsid w:val="00A91B98"/>
    <w:rPr>
      <w:szCs w:val="20"/>
    </w:rPr>
  </w:style>
  <w:style w:type="paragraph" w:styleId="BlockText">
    <w:name w:val="Block Text"/>
    <w:basedOn w:val="Normal"/>
    <w:rsid w:val="00A91B98"/>
    <w:pPr>
      <w:ind w:left="1440" w:right="540"/>
      <w:jc w:val="both"/>
    </w:pPr>
    <w:rPr>
      <w:rFonts w:ascii="Garamond" w:hAnsi="Garamond"/>
      <w:iCs/>
      <w:szCs w:val="22"/>
    </w:rPr>
  </w:style>
  <w:style w:type="paragraph" w:styleId="BodyText2">
    <w:name w:val="Body Text 2"/>
    <w:basedOn w:val="Normal"/>
    <w:link w:val="BodyText2Char"/>
    <w:rsid w:val="00A91B98"/>
    <w:rPr>
      <w:rFonts w:ascii="Garamond" w:hAnsi="Garamond"/>
      <w:iCs/>
      <w:szCs w:val="22"/>
    </w:rPr>
  </w:style>
  <w:style w:type="table" w:styleId="TableGrid">
    <w:name w:val="Table Grid"/>
    <w:basedOn w:val="TableNormal"/>
    <w:uiPriority w:val="59"/>
    <w:rsid w:val="00FC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E65E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B55C1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606EC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8E4BA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3B0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72AD5"/>
    <w:rPr>
      <w:color w:val="605E5C"/>
      <w:shd w:val="clear" w:color="auto" w:fill="E1DFDD"/>
    </w:rPr>
  </w:style>
  <w:style w:type="paragraph" w:styleId="Title">
    <w:name w:val="Title"/>
    <w:basedOn w:val="Normal"/>
    <w:link w:val="TitleChar"/>
    <w:qFormat/>
    <w:rsid w:val="009429C8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basedOn w:val="DefaultParagraphFont"/>
    <w:link w:val="Title"/>
    <w:rsid w:val="009429C8"/>
    <w:rPr>
      <w:rFonts w:ascii="Arial Black" w:hAnsi="Arial Black"/>
      <w:sz w:val="28"/>
      <w:szCs w:val="24"/>
    </w:rPr>
  </w:style>
  <w:style w:type="character" w:customStyle="1" w:styleId="Heading1Char">
    <w:name w:val="Heading 1 Char"/>
    <w:link w:val="Heading1"/>
    <w:uiPriority w:val="9"/>
    <w:rsid w:val="009429C8"/>
    <w:rPr>
      <w:rFonts w:ascii="Tahoma" w:hAnsi="Tahoma" w:cs="Tahoma"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9429C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245C2D"/>
    <w:rPr>
      <w:rFonts w:ascii="Arial" w:hAnsi="Arial" w:cs="Arial"/>
      <w:b/>
      <w:bCs/>
      <w:smallCaps/>
      <w:sz w:val="16"/>
      <w:szCs w:val="24"/>
    </w:rPr>
  </w:style>
  <w:style w:type="character" w:customStyle="1" w:styleId="Heading4Char">
    <w:name w:val="Heading 4 Char"/>
    <w:basedOn w:val="DefaultParagraphFont"/>
    <w:link w:val="Heading4"/>
    <w:rsid w:val="00245C2D"/>
    <w:rPr>
      <w:rFonts w:ascii="Arial Narrow" w:hAnsi="Arial Narrow"/>
      <w:b/>
    </w:rPr>
  </w:style>
  <w:style w:type="character" w:customStyle="1" w:styleId="Heading5Char">
    <w:name w:val="Heading 5 Char"/>
    <w:basedOn w:val="DefaultParagraphFont"/>
    <w:link w:val="Heading5"/>
    <w:rsid w:val="00245C2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245C2D"/>
    <w:rPr>
      <w:rFonts w:ascii="Calibri" w:hAnsi="Calibri"/>
      <w:b/>
      <w:bCs/>
      <w:szCs w:val="22"/>
      <w:lang w:val="x-none" w:eastAsia="x-none"/>
    </w:rPr>
  </w:style>
  <w:style w:type="character" w:customStyle="1" w:styleId="Heading7Char">
    <w:name w:val="Heading 7 Char"/>
    <w:basedOn w:val="DefaultParagraphFont"/>
    <w:link w:val="Heading7"/>
    <w:semiHidden/>
    <w:rsid w:val="00245C2D"/>
    <w:rPr>
      <w:rFonts w:ascii="Calibri" w:hAnsi="Calibri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semiHidden/>
    <w:rsid w:val="00245C2D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245C2D"/>
    <w:rPr>
      <w:b/>
      <w:sz w:val="24"/>
    </w:rPr>
  </w:style>
  <w:style w:type="character" w:customStyle="1" w:styleId="HeaderChar1">
    <w:name w:val="Header Char1"/>
    <w:basedOn w:val="DefaultParagraphFont"/>
    <w:uiPriority w:val="99"/>
    <w:rsid w:val="00245C2D"/>
  </w:style>
  <w:style w:type="character" w:customStyle="1" w:styleId="FooterChar1">
    <w:name w:val="Footer Char1"/>
    <w:basedOn w:val="DefaultParagraphFont"/>
    <w:uiPriority w:val="99"/>
    <w:rsid w:val="00245C2D"/>
  </w:style>
  <w:style w:type="character" w:customStyle="1" w:styleId="TitleChar1">
    <w:name w:val="Title Char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245C2D"/>
  </w:style>
  <w:style w:type="character" w:customStyle="1" w:styleId="FooterChar2">
    <w:name w:val="Footer Char2"/>
    <w:basedOn w:val="DefaultParagraphFont"/>
    <w:uiPriority w:val="99"/>
    <w:rsid w:val="00245C2D"/>
  </w:style>
  <w:style w:type="character" w:customStyle="1" w:styleId="TitleChar2">
    <w:name w:val="Title Char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245C2D"/>
  </w:style>
  <w:style w:type="character" w:customStyle="1" w:styleId="FooterChar3">
    <w:name w:val="Footer Char3"/>
    <w:basedOn w:val="DefaultParagraphFont"/>
    <w:uiPriority w:val="99"/>
    <w:rsid w:val="00245C2D"/>
  </w:style>
  <w:style w:type="character" w:customStyle="1" w:styleId="Heading1Char1">
    <w:name w:val="Heading 1 Char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">
    <w:name w:val="Header Char4"/>
    <w:basedOn w:val="DefaultParagraphFont"/>
    <w:uiPriority w:val="99"/>
    <w:rsid w:val="00245C2D"/>
  </w:style>
  <w:style w:type="character" w:customStyle="1" w:styleId="FooterChar4">
    <w:name w:val="Footer Char4"/>
    <w:basedOn w:val="DefaultParagraphFont"/>
    <w:uiPriority w:val="99"/>
    <w:rsid w:val="00245C2D"/>
  </w:style>
  <w:style w:type="character" w:customStyle="1" w:styleId="TitleChar4">
    <w:name w:val="Title Char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">
    <w:name w:val="Body Text Char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245C2D"/>
  </w:style>
  <w:style w:type="character" w:customStyle="1" w:styleId="FooterChar5">
    <w:name w:val="Footer Char5"/>
    <w:basedOn w:val="DefaultParagraphFont"/>
    <w:uiPriority w:val="99"/>
    <w:rsid w:val="00245C2D"/>
  </w:style>
  <w:style w:type="character" w:customStyle="1" w:styleId="BodyTextChar2">
    <w:name w:val="Body Text Char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245C2D"/>
  </w:style>
  <w:style w:type="character" w:customStyle="1" w:styleId="FooterChar6">
    <w:name w:val="Footer Char6"/>
    <w:basedOn w:val="DefaultParagraphFont"/>
    <w:uiPriority w:val="99"/>
    <w:rsid w:val="00245C2D"/>
  </w:style>
  <w:style w:type="character" w:customStyle="1" w:styleId="Heading1Char2">
    <w:name w:val="Heading 1 Char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245C2D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7">
    <w:name w:val="Header Char7"/>
    <w:basedOn w:val="DefaultParagraphFont"/>
    <w:uiPriority w:val="99"/>
    <w:rsid w:val="00245C2D"/>
  </w:style>
  <w:style w:type="character" w:customStyle="1" w:styleId="FooterChar7">
    <w:name w:val="Footer Char7"/>
    <w:basedOn w:val="DefaultParagraphFont"/>
    <w:uiPriority w:val="99"/>
    <w:rsid w:val="00245C2D"/>
  </w:style>
  <w:style w:type="character" w:customStyle="1" w:styleId="Heading1Char3">
    <w:name w:val="Heading 1 Char3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">
    <w:name w:val="Body Text 2 Char"/>
    <w:link w:val="BodyText2"/>
    <w:rsid w:val="00245C2D"/>
    <w:rPr>
      <w:rFonts w:ascii="Garamond" w:hAnsi="Garamond"/>
      <w:iCs/>
      <w:sz w:val="22"/>
      <w:szCs w:val="22"/>
    </w:rPr>
  </w:style>
  <w:style w:type="character" w:customStyle="1" w:styleId="BodyText2Char1">
    <w:name w:val="Body Text 2 Char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245C2D"/>
    <w:rPr>
      <w:rFonts w:ascii="Arial Narrow" w:hAnsi="Arial Narrow"/>
      <w:b/>
      <w:bCs/>
      <w:sz w:val="22"/>
      <w:szCs w:val="24"/>
    </w:rPr>
  </w:style>
  <w:style w:type="character" w:customStyle="1" w:styleId="HeaderChar8">
    <w:name w:val="Header Char8"/>
    <w:basedOn w:val="DefaultParagraphFont"/>
    <w:uiPriority w:val="99"/>
    <w:rsid w:val="00245C2D"/>
  </w:style>
  <w:style w:type="character" w:customStyle="1" w:styleId="FooterChar8">
    <w:name w:val="Footer Char8"/>
    <w:basedOn w:val="DefaultParagraphFont"/>
    <w:uiPriority w:val="99"/>
    <w:rsid w:val="00245C2D"/>
  </w:style>
  <w:style w:type="character" w:customStyle="1" w:styleId="Heading1Char4">
    <w:name w:val="Heading 1 Char4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245C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45C2D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5C2D"/>
  </w:style>
  <w:style w:type="character" w:customStyle="1" w:styleId="CommentTextChar1">
    <w:name w:val="Comment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5C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45C2D"/>
    <w:rPr>
      <w:b/>
      <w:bCs/>
    </w:rPr>
  </w:style>
  <w:style w:type="character" w:customStyle="1" w:styleId="CommentSubjectChar1">
    <w:name w:val="Comment Subjec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">
    <w:name w:val="Balloon Text Char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245C2D"/>
    <w:pPr>
      <w:spacing w:before="60"/>
    </w:pPr>
    <w:rPr>
      <w:rFonts w:ascii="Arial" w:hAnsi="Arial" w:cs="Arial"/>
      <w:sz w:val="18"/>
    </w:rPr>
  </w:style>
  <w:style w:type="character" w:customStyle="1" w:styleId="BodyText3Char">
    <w:name w:val="Body Text 3 Char"/>
    <w:basedOn w:val="DefaultParagraphFont"/>
    <w:link w:val="BodyText3"/>
    <w:rsid w:val="00245C2D"/>
    <w:rPr>
      <w:rFonts w:ascii="Arial" w:hAnsi="Arial" w:cs="Arial"/>
      <w:sz w:val="18"/>
      <w:szCs w:val="24"/>
    </w:rPr>
  </w:style>
  <w:style w:type="character" w:customStyle="1" w:styleId="BodyText3Char1">
    <w:name w:val="Body Text 3 Char1"/>
    <w:rsid w:val="00245C2D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245C2D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5C2D"/>
  </w:style>
  <w:style w:type="character" w:customStyle="1" w:styleId="FootnoteTextChar1">
    <w:name w:val="Footnote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245C2D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245C2D"/>
    <w:pPr>
      <w:overflowPunct w:val="0"/>
      <w:autoSpaceDE w:val="0"/>
      <w:autoSpaceDN w:val="0"/>
      <w:adjustRightInd w:val="0"/>
      <w:ind w:left="720"/>
      <w:textAlignment w:val="baseline"/>
    </w:pPr>
    <w:rPr>
      <w:rFonts w:ascii="Arial" w:hAnsi="Arial"/>
      <w:sz w:val="20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245C2D"/>
    <w:rPr>
      <w:rFonts w:ascii="Arial" w:hAnsi="Arial"/>
      <w:lang w:val="x-none" w:eastAsia="x-none"/>
    </w:rPr>
  </w:style>
  <w:style w:type="character" w:customStyle="1" w:styleId="BodyTextIndentChar1">
    <w:name w:val="Body Text Indent Char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sid w:val="00245C2D"/>
    <w:rPr>
      <w:color w:val="800080"/>
      <w:u w:val="single"/>
    </w:rPr>
  </w:style>
  <w:style w:type="paragraph" w:customStyle="1" w:styleId="Subhead">
    <w:name w:val="Subhead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styleId="FootnoteReference">
    <w:name w:val="footnote reference"/>
    <w:semiHidden/>
    <w:rsid w:val="00245C2D"/>
    <w:rPr>
      <w:vertAlign w:val="superscript"/>
    </w:rPr>
  </w:style>
  <w:style w:type="character" w:customStyle="1" w:styleId="BoldbodyChar">
    <w:name w:val="Bold body Char"/>
    <w:rsid w:val="00245C2D"/>
    <w:rPr>
      <w:rFonts w:ascii="Times" w:hAnsi="Times"/>
      <w:b/>
      <w:sz w:val="18"/>
      <w:lang w:val="en-US" w:eastAsia="en-US" w:bidi="ar-SA"/>
    </w:rPr>
  </w:style>
  <w:style w:type="paragraph" w:styleId="DocumentMap">
    <w:name w:val="Document Map"/>
    <w:basedOn w:val="Normal"/>
    <w:link w:val="DocumentMapChar"/>
    <w:semiHidden/>
    <w:rsid w:val="00245C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45C2D"/>
    <w:rPr>
      <w:rFonts w:ascii="Tahoma" w:hAnsi="Tahoma" w:cs="Tahoma"/>
      <w:shd w:val="clear" w:color="auto" w:fill="000080"/>
    </w:rPr>
  </w:style>
  <w:style w:type="character" w:customStyle="1" w:styleId="DocumentMapChar1">
    <w:name w:val="Document Map Char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245C2D"/>
    <w:rPr>
      <w:rFonts w:ascii="Times New Roman" w:hAnsi="Times New Roman"/>
      <w:sz w:val="24"/>
    </w:rPr>
  </w:style>
  <w:style w:type="paragraph" w:styleId="BodyTextFirstIndent">
    <w:name w:val="Body Text First Indent"/>
    <w:basedOn w:val="BodyText"/>
    <w:link w:val="BodyTextFirstIndentChar"/>
    <w:rsid w:val="00245C2D"/>
    <w:pPr>
      <w:spacing w:after="120"/>
      <w:ind w:firstLine="21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5">
    <w:name w:val="Body Text Char5"/>
    <w:basedOn w:val="DefaultParagraphFont"/>
    <w:link w:val="BodyText"/>
    <w:rsid w:val="00245C2D"/>
    <w:rPr>
      <w:rFonts w:ascii="Arial Narrow" w:hAnsi="Arial Narrow"/>
      <w:sz w:val="22"/>
    </w:rPr>
  </w:style>
  <w:style w:type="character" w:customStyle="1" w:styleId="BodyTextFirstIndentChar">
    <w:name w:val="Body Text First Indent Char"/>
    <w:basedOn w:val="BodyTextChar5"/>
    <w:link w:val="BodyTextFirstIndent"/>
    <w:rsid w:val="00245C2D"/>
    <w:rPr>
      <w:rFonts w:ascii="Arial Narrow" w:hAnsi="Arial Narrow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245C2D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basedOn w:val="BodyTextIndentChar"/>
    <w:link w:val="BodyTextFirstIndent2"/>
    <w:rsid w:val="00245C2D"/>
    <w:rPr>
      <w:rFonts w:ascii="Arial" w:hAnsi="Arial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245C2D"/>
    <w:pPr>
      <w:spacing w:after="120" w:line="480" w:lineRule="auto"/>
      <w:ind w:left="360"/>
    </w:pPr>
    <w:rPr>
      <w:rFonts w:ascii="Times New Roman" w:hAnsi="Times New Roman"/>
      <w:sz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245C2D"/>
    <w:rPr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245C2D"/>
    <w:pPr>
      <w:spacing w:after="120"/>
      <w:ind w:left="360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245C2D"/>
    <w:rPr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245C2D"/>
    <w:rPr>
      <w:rFonts w:ascii="Times New Roman" w:hAnsi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ClosingChar">
    <w:name w:val="Closing Char"/>
    <w:basedOn w:val="DefaultParagraphFont"/>
    <w:link w:val="Closing"/>
    <w:rsid w:val="00245C2D"/>
    <w:rPr>
      <w:sz w:val="24"/>
      <w:szCs w:val="24"/>
      <w:lang w:val="x-none" w:eastAsia="x-none"/>
    </w:rPr>
  </w:style>
  <w:style w:type="character" w:customStyle="1" w:styleId="ClosingChar1">
    <w:name w:val="Clos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DateChar">
    <w:name w:val="Date Char"/>
    <w:basedOn w:val="DefaultParagraphFont"/>
    <w:link w:val="Date"/>
    <w:rsid w:val="00245C2D"/>
    <w:rPr>
      <w:sz w:val="24"/>
      <w:szCs w:val="24"/>
      <w:lang w:val="x-none" w:eastAsia="x-none"/>
    </w:rPr>
  </w:style>
  <w:style w:type="character" w:customStyle="1" w:styleId="DateChar1">
    <w:name w:val="Dat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E-mailSignatureChar">
    <w:name w:val="E-mail Signature Char"/>
    <w:basedOn w:val="DefaultParagraphFont"/>
    <w:link w:val="E-mailSignature"/>
    <w:rsid w:val="00245C2D"/>
    <w:rPr>
      <w:sz w:val="24"/>
      <w:szCs w:val="24"/>
      <w:lang w:val="x-none" w:eastAsia="x-none"/>
    </w:rPr>
  </w:style>
  <w:style w:type="character" w:customStyle="1" w:styleId="E-mailSignatureChar1">
    <w:name w:val="E-mail 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245C2D"/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45C2D"/>
  </w:style>
  <w:style w:type="character" w:customStyle="1" w:styleId="EndnoteTextChar1">
    <w:name w:val="Endnote Text Char1"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245C2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rsid w:val="00245C2D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rsid w:val="00245C2D"/>
    <w:rPr>
      <w:rFonts w:ascii="Times New Roman" w:hAnsi="Times New Roman"/>
      <w:i/>
      <w:iCs/>
      <w:sz w:val="24"/>
      <w:lang w:val="x-none" w:eastAsia="x-none"/>
    </w:rPr>
  </w:style>
  <w:style w:type="character" w:customStyle="1" w:styleId="HTMLAddressChar">
    <w:name w:val="HTML Address Char"/>
    <w:basedOn w:val="DefaultParagraphFont"/>
    <w:link w:val="HTMLAddress"/>
    <w:rsid w:val="00245C2D"/>
    <w:rPr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245C2D"/>
    <w:rPr>
      <w:rFonts w:ascii="Courier New" w:hAnsi="Courier New"/>
      <w:lang w:val="x-none" w:eastAsia="x-none"/>
    </w:rPr>
  </w:style>
  <w:style w:type="character" w:customStyle="1" w:styleId="HTMLPreformattedChar1">
    <w:name w:val="HTML Preformatted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245C2D"/>
    <w:pPr>
      <w:ind w:left="240" w:hanging="240"/>
    </w:pPr>
    <w:rPr>
      <w:rFonts w:ascii="Times New Roman" w:hAnsi="Times New Roman"/>
      <w:sz w:val="24"/>
    </w:rPr>
  </w:style>
  <w:style w:type="paragraph" w:styleId="Index2">
    <w:name w:val="index 2"/>
    <w:basedOn w:val="Normal"/>
    <w:next w:val="Normal"/>
    <w:autoRedefine/>
    <w:rsid w:val="00245C2D"/>
    <w:pPr>
      <w:ind w:left="480" w:hanging="240"/>
    </w:pPr>
    <w:rPr>
      <w:rFonts w:ascii="Times New Roman" w:hAnsi="Times New Roman"/>
      <w:sz w:val="24"/>
    </w:rPr>
  </w:style>
  <w:style w:type="paragraph" w:styleId="Index3">
    <w:name w:val="index 3"/>
    <w:basedOn w:val="Normal"/>
    <w:next w:val="Normal"/>
    <w:autoRedefine/>
    <w:rsid w:val="00245C2D"/>
    <w:pPr>
      <w:ind w:left="720" w:hanging="240"/>
    </w:pPr>
    <w:rPr>
      <w:rFonts w:ascii="Times New Roman" w:hAnsi="Times New Roman"/>
      <w:sz w:val="24"/>
    </w:rPr>
  </w:style>
  <w:style w:type="paragraph" w:styleId="Index4">
    <w:name w:val="index 4"/>
    <w:basedOn w:val="Normal"/>
    <w:next w:val="Normal"/>
    <w:autoRedefine/>
    <w:rsid w:val="00245C2D"/>
    <w:pPr>
      <w:ind w:left="960" w:hanging="240"/>
    </w:pPr>
    <w:rPr>
      <w:rFonts w:ascii="Times New Roman" w:hAnsi="Times New Roman"/>
      <w:sz w:val="24"/>
    </w:rPr>
  </w:style>
  <w:style w:type="paragraph" w:styleId="Index5">
    <w:name w:val="index 5"/>
    <w:basedOn w:val="Normal"/>
    <w:next w:val="Normal"/>
    <w:autoRedefine/>
    <w:rsid w:val="00245C2D"/>
    <w:pPr>
      <w:ind w:left="1200" w:hanging="240"/>
    </w:pPr>
    <w:rPr>
      <w:rFonts w:ascii="Times New Roman" w:hAnsi="Times New Roman"/>
      <w:sz w:val="24"/>
    </w:rPr>
  </w:style>
  <w:style w:type="paragraph" w:styleId="Index6">
    <w:name w:val="index 6"/>
    <w:basedOn w:val="Normal"/>
    <w:next w:val="Normal"/>
    <w:autoRedefine/>
    <w:rsid w:val="00245C2D"/>
    <w:pPr>
      <w:ind w:left="1440" w:hanging="240"/>
    </w:pPr>
    <w:rPr>
      <w:rFonts w:ascii="Times New Roman" w:hAnsi="Times New Roman"/>
      <w:sz w:val="24"/>
    </w:rPr>
  </w:style>
  <w:style w:type="paragraph" w:styleId="Index7">
    <w:name w:val="index 7"/>
    <w:basedOn w:val="Normal"/>
    <w:next w:val="Normal"/>
    <w:autoRedefine/>
    <w:rsid w:val="00245C2D"/>
    <w:pPr>
      <w:ind w:left="1680" w:hanging="240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rsid w:val="00245C2D"/>
    <w:pPr>
      <w:ind w:left="1920" w:hanging="240"/>
    </w:pPr>
    <w:rPr>
      <w:rFonts w:ascii="Times New Roman" w:hAnsi="Times New Roman"/>
      <w:sz w:val="24"/>
    </w:rPr>
  </w:style>
  <w:style w:type="paragraph" w:styleId="Index9">
    <w:name w:val="index 9"/>
    <w:basedOn w:val="Normal"/>
    <w:next w:val="Normal"/>
    <w:autoRedefine/>
    <w:rsid w:val="00245C2D"/>
    <w:pPr>
      <w:ind w:left="2160" w:hanging="240"/>
    </w:pPr>
    <w:rPr>
      <w:rFonts w:ascii="Times New Roman" w:hAnsi="Times New Roman"/>
      <w:sz w:val="24"/>
    </w:rPr>
  </w:style>
  <w:style w:type="paragraph" w:styleId="IndexHeading">
    <w:name w:val="index heading"/>
    <w:basedOn w:val="Normal"/>
    <w:next w:val="Index1"/>
    <w:rsid w:val="00245C2D"/>
    <w:rPr>
      <w:rFonts w:ascii="Cambria" w:hAnsi="Cambria"/>
      <w:b/>
      <w:bCs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5C2D"/>
    <w:pPr>
      <w:pBdr>
        <w:bottom w:val="single" w:sz="4" w:space="4" w:color="4F81BD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 w:val="24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5C2D"/>
    <w:rPr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245C2D"/>
    <w:pPr>
      <w:ind w:left="360" w:hanging="360"/>
      <w:contextualSpacing/>
    </w:pPr>
    <w:rPr>
      <w:rFonts w:ascii="Times New Roman" w:hAnsi="Times New Roman"/>
      <w:sz w:val="24"/>
    </w:rPr>
  </w:style>
  <w:style w:type="paragraph" w:styleId="List2">
    <w:name w:val="List 2"/>
    <w:basedOn w:val="Normal"/>
    <w:rsid w:val="00245C2D"/>
    <w:pPr>
      <w:ind w:left="720" w:hanging="360"/>
      <w:contextualSpacing/>
    </w:pPr>
    <w:rPr>
      <w:rFonts w:ascii="Times New Roman" w:hAnsi="Times New Roman"/>
      <w:sz w:val="24"/>
    </w:rPr>
  </w:style>
  <w:style w:type="paragraph" w:styleId="List3">
    <w:name w:val="List 3"/>
    <w:basedOn w:val="Normal"/>
    <w:rsid w:val="00245C2D"/>
    <w:pPr>
      <w:ind w:left="1080" w:hanging="360"/>
      <w:contextualSpacing/>
    </w:pPr>
    <w:rPr>
      <w:rFonts w:ascii="Times New Roman" w:hAnsi="Times New Roman"/>
      <w:sz w:val="24"/>
    </w:rPr>
  </w:style>
  <w:style w:type="paragraph" w:styleId="List4">
    <w:name w:val="List 4"/>
    <w:basedOn w:val="Normal"/>
    <w:rsid w:val="00245C2D"/>
    <w:pPr>
      <w:ind w:left="1440" w:hanging="360"/>
      <w:contextualSpacing/>
    </w:pPr>
    <w:rPr>
      <w:rFonts w:ascii="Times New Roman" w:hAnsi="Times New Roman"/>
      <w:sz w:val="24"/>
    </w:rPr>
  </w:style>
  <w:style w:type="paragraph" w:styleId="List5">
    <w:name w:val="List 5"/>
    <w:basedOn w:val="Normal"/>
    <w:rsid w:val="00245C2D"/>
    <w:pPr>
      <w:ind w:left="1800" w:hanging="360"/>
      <w:contextualSpacing/>
    </w:pPr>
    <w:rPr>
      <w:rFonts w:ascii="Times New Roman" w:hAnsi="Times New Roman"/>
      <w:sz w:val="24"/>
    </w:rPr>
  </w:style>
  <w:style w:type="paragraph" w:styleId="ListBullet">
    <w:name w:val="List Bullet"/>
    <w:basedOn w:val="Normal"/>
    <w:rsid w:val="00245C2D"/>
    <w:pPr>
      <w:numPr>
        <w:numId w:val="5"/>
      </w:numPr>
      <w:contextualSpacing/>
    </w:pPr>
    <w:rPr>
      <w:rFonts w:ascii="Times New Roman" w:hAnsi="Times New Roman"/>
      <w:sz w:val="24"/>
    </w:rPr>
  </w:style>
  <w:style w:type="paragraph" w:styleId="ListBullet2">
    <w:name w:val="List Bullet 2"/>
    <w:basedOn w:val="Normal"/>
    <w:rsid w:val="00245C2D"/>
    <w:pPr>
      <w:numPr>
        <w:numId w:val="6"/>
      </w:numPr>
      <w:contextualSpacing/>
    </w:pPr>
    <w:rPr>
      <w:rFonts w:ascii="Times New Roman" w:hAnsi="Times New Roman"/>
      <w:sz w:val="24"/>
    </w:rPr>
  </w:style>
  <w:style w:type="paragraph" w:styleId="ListBullet3">
    <w:name w:val="List Bullet 3"/>
    <w:basedOn w:val="Normal"/>
    <w:rsid w:val="00245C2D"/>
    <w:pPr>
      <w:numPr>
        <w:numId w:val="7"/>
      </w:numPr>
      <w:contextualSpacing/>
    </w:pPr>
    <w:rPr>
      <w:rFonts w:ascii="Times New Roman" w:hAnsi="Times New Roman"/>
      <w:sz w:val="24"/>
    </w:rPr>
  </w:style>
  <w:style w:type="paragraph" w:styleId="ListBullet4">
    <w:name w:val="List Bullet 4"/>
    <w:basedOn w:val="Normal"/>
    <w:rsid w:val="00245C2D"/>
    <w:pPr>
      <w:numPr>
        <w:numId w:val="8"/>
      </w:numPr>
      <w:contextualSpacing/>
    </w:pPr>
    <w:rPr>
      <w:rFonts w:ascii="Times New Roman" w:hAnsi="Times New Roman"/>
      <w:sz w:val="24"/>
    </w:rPr>
  </w:style>
  <w:style w:type="paragraph" w:styleId="ListBullet5">
    <w:name w:val="List Bullet 5"/>
    <w:basedOn w:val="Normal"/>
    <w:rsid w:val="00245C2D"/>
    <w:pPr>
      <w:numPr>
        <w:numId w:val="9"/>
      </w:numPr>
      <w:contextualSpacing/>
    </w:pPr>
    <w:rPr>
      <w:rFonts w:ascii="Times New Roman" w:hAnsi="Times New Roman"/>
      <w:sz w:val="24"/>
    </w:rPr>
  </w:style>
  <w:style w:type="paragraph" w:styleId="ListContinue">
    <w:name w:val="List Continue"/>
    <w:basedOn w:val="Normal"/>
    <w:rsid w:val="00245C2D"/>
    <w:pPr>
      <w:spacing w:after="120"/>
      <w:ind w:left="360"/>
      <w:contextualSpacing/>
    </w:pPr>
    <w:rPr>
      <w:rFonts w:ascii="Times New Roman" w:hAnsi="Times New Roman"/>
      <w:sz w:val="24"/>
    </w:rPr>
  </w:style>
  <w:style w:type="paragraph" w:styleId="ListContinue2">
    <w:name w:val="List Continue 2"/>
    <w:basedOn w:val="Normal"/>
    <w:rsid w:val="00245C2D"/>
    <w:pPr>
      <w:spacing w:after="120"/>
      <w:ind w:left="720"/>
      <w:contextualSpacing/>
    </w:pPr>
    <w:rPr>
      <w:rFonts w:ascii="Times New Roman" w:hAnsi="Times New Roman"/>
      <w:sz w:val="24"/>
    </w:rPr>
  </w:style>
  <w:style w:type="paragraph" w:styleId="ListContinue3">
    <w:name w:val="List Continue 3"/>
    <w:basedOn w:val="Normal"/>
    <w:rsid w:val="00245C2D"/>
    <w:pPr>
      <w:spacing w:after="120"/>
      <w:ind w:left="1080"/>
      <w:contextualSpacing/>
    </w:pPr>
    <w:rPr>
      <w:rFonts w:ascii="Times New Roman" w:hAnsi="Times New Roman"/>
      <w:sz w:val="24"/>
    </w:rPr>
  </w:style>
  <w:style w:type="paragraph" w:styleId="ListContinue4">
    <w:name w:val="List Continue 4"/>
    <w:basedOn w:val="Normal"/>
    <w:rsid w:val="00245C2D"/>
    <w:pPr>
      <w:spacing w:after="120"/>
      <w:ind w:left="1440"/>
      <w:contextualSpacing/>
    </w:pPr>
    <w:rPr>
      <w:rFonts w:ascii="Times New Roman" w:hAnsi="Times New Roman"/>
      <w:sz w:val="24"/>
    </w:rPr>
  </w:style>
  <w:style w:type="paragraph" w:styleId="ListContinue5">
    <w:name w:val="List Continue 5"/>
    <w:basedOn w:val="Normal"/>
    <w:rsid w:val="00245C2D"/>
    <w:pPr>
      <w:spacing w:after="120"/>
      <w:ind w:left="1800"/>
      <w:contextualSpacing/>
    </w:pPr>
    <w:rPr>
      <w:rFonts w:ascii="Times New Roman" w:hAnsi="Times New Roman"/>
      <w:sz w:val="24"/>
    </w:rPr>
  </w:style>
  <w:style w:type="paragraph" w:styleId="ListNumber">
    <w:name w:val="List Number"/>
    <w:basedOn w:val="Normal"/>
    <w:rsid w:val="00245C2D"/>
    <w:pPr>
      <w:numPr>
        <w:numId w:val="10"/>
      </w:numPr>
      <w:contextualSpacing/>
    </w:pPr>
    <w:rPr>
      <w:rFonts w:ascii="Times New Roman" w:hAnsi="Times New Roman"/>
      <w:sz w:val="24"/>
    </w:rPr>
  </w:style>
  <w:style w:type="paragraph" w:styleId="ListNumber2">
    <w:name w:val="List Number 2"/>
    <w:basedOn w:val="Normal"/>
    <w:rsid w:val="00245C2D"/>
    <w:pPr>
      <w:numPr>
        <w:numId w:val="11"/>
      </w:numPr>
      <w:contextualSpacing/>
    </w:pPr>
    <w:rPr>
      <w:rFonts w:ascii="Times New Roman" w:hAnsi="Times New Roman"/>
      <w:sz w:val="24"/>
    </w:rPr>
  </w:style>
  <w:style w:type="paragraph" w:styleId="ListNumber3">
    <w:name w:val="List Number 3"/>
    <w:basedOn w:val="Normal"/>
    <w:rsid w:val="00245C2D"/>
    <w:pPr>
      <w:numPr>
        <w:numId w:val="12"/>
      </w:numPr>
      <w:contextualSpacing/>
    </w:pPr>
    <w:rPr>
      <w:rFonts w:ascii="Times New Roman" w:hAnsi="Times New Roman"/>
      <w:sz w:val="24"/>
    </w:rPr>
  </w:style>
  <w:style w:type="paragraph" w:styleId="ListNumber4">
    <w:name w:val="List Number 4"/>
    <w:basedOn w:val="Normal"/>
    <w:rsid w:val="00245C2D"/>
    <w:pPr>
      <w:numPr>
        <w:numId w:val="13"/>
      </w:numPr>
      <w:contextualSpacing/>
    </w:pPr>
    <w:rPr>
      <w:rFonts w:ascii="Times New Roman" w:hAnsi="Times New Roman"/>
      <w:sz w:val="24"/>
    </w:rPr>
  </w:style>
  <w:style w:type="paragraph" w:styleId="ListNumber5">
    <w:name w:val="List Number 5"/>
    <w:basedOn w:val="Normal"/>
    <w:rsid w:val="00245C2D"/>
    <w:pPr>
      <w:numPr>
        <w:numId w:val="14"/>
      </w:numPr>
      <w:contextualSpacing/>
    </w:pPr>
    <w:rPr>
      <w:rFonts w:ascii="Times New Roman" w:hAnsi="Times New Roman"/>
      <w:sz w:val="24"/>
    </w:rPr>
  </w:style>
  <w:style w:type="paragraph" w:styleId="MacroText">
    <w:name w:val="macro"/>
    <w:link w:val="MacroTextChar"/>
    <w:rsid w:val="00245C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rsid w:val="00245C2D"/>
    <w:rPr>
      <w:rFonts w:ascii="Courier New" w:hAnsi="Courier New" w:cs="Courier New"/>
    </w:rPr>
  </w:style>
  <w:style w:type="character" w:customStyle="1" w:styleId="MacroTextChar1">
    <w:name w:val="Macro Text Char1"/>
    <w:rsid w:val="00245C2D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245C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lang w:val="x-none" w:eastAsia="x-none"/>
    </w:rPr>
  </w:style>
  <w:style w:type="character" w:customStyle="1" w:styleId="MessageHeaderChar">
    <w:name w:val="Message Header Char"/>
    <w:basedOn w:val="DefaultParagraphFont"/>
    <w:link w:val="MessageHeader"/>
    <w:rsid w:val="00245C2D"/>
    <w:rPr>
      <w:rFonts w:ascii="Cambria" w:hAnsi="Cambria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245C2D"/>
    <w:rPr>
      <w:sz w:val="24"/>
      <w:szCs w:val="24"/>
    </w:rPr>
  </w:style>
  <w:style w:type="paragraph" w:styleId="NormalWeb">
    <w:name w:val="Normal (Web)"/>
    <w:basedOn w:val="Normal"/>
    <w:uiPriority w:val="99"/>
    <w:rsid w:val="00245C2D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245C2D"/>
    <w:pPr>
      <w:ind w:left="720"/>
    </w:pPr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NoteHeadingChar">
    <w:name w:val="Note Heading Char"/>
    <w:basedOn w:val="DefaultParagraphFont"/>
    <w:link w:val="NoteHeading"/>
    <w:rsid w:val="00245C2D"/>
    <w:rPr>
      <w:sz w:val="24"/>
      <w:szCs w:val="24"/>
      <w:lang w:val="x-none" w:eastAsia="x-none"/>
    </w:rPr>
  </w:style>
  <w:style w:type="character" w:customStyle="1" w:styleId="NoteHeadingChar1">
    <w:name w:val="Note Head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245C2D"/>
    <w:rPr>
      <w:rFonts w:ascii="Courier New" w:hAnsi="Courier New"/>
      <w:lang w:val="x-none" w:eastAsia="x-none"/>
    </w:rPr>
  </w:style>
  <w:style w:type="character" w:customStyle="1" w:styleId="PlainTextChar1">
    <w:name w:val="Plain Text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245C2D"/>
    <w:rPr>
      <w:rFonts w:ascii="Times New Roman" w:hAnsi="Times New Roman"/>
      <w:i/>
      <w:iCs/>
      <w:color w:val="000000"/>
      <w:sz w:val="24"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245C2D"/>
    <w:rPr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SalutationChar">
    <w:name w:val="Salutation Char"/>
    <w:basedOn w:val="DefaultParagraphFont"/>
    <w:link w:val="Salutation"/>
    <w:rsid w:val="00245C2D"/>
    <w:rPr>
      <w:sz w:val="24"/>
      <w:szCs w:val="24"/>
      <w:lang w:val="x-none" w:eastAsia="x-none"/>
    </w:rPr>
  </w:style>
  <w:style w:type="character" w:customStyle="1" w:styleId="SalutationChar1">
    <w:name w:val="Salutation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SignatureChar">
    <w:name w:val="Signature Char"/>
    <w:basedOn w:val="DefaultParagraphFont"/>
    <w:link w:val="Signature"/>
    <w:rsid w:val="00245C2D"/>
    <w:rPr>
      <w:sz w:val="24"/>
      <w:szCs w:val="24"/>
      <w:lang w:val="x-none" w:eastAsia="x-none"/>
    </w:rPr>
  </w:style>
  <w:style w:type="character" w:customStyle="1" w:styleId="SignatureChar1">
    <w:name w:val="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245C2D"/>
    <w:pPr>
      <w:spacing w:after="60"/>
      <w:jc w:val="center"/>
      <w:outlineLvl w:val="1"/>
    </w:pPr>
    <w:rPr>
      <w:rFonts w:ascii="Cambria" w:hAnsi="Cambria"/>
      <w:sz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45C2D"/>
    <w:rPr>
      <w:rFonts w:ascii="Cambria" w:hAnsi="Cambria"/>
      <w:sz w:val="24"/>
      <w:szCs w:val="24"/>
      <w:lang w:val="x-none" w:eastAsia="x-none"/>
    </w:rPr>
  </w:style>
  <w:style w:type="character" w:customStyle="1" w:styleId="SubtitleChar1">
    <w:name w:val="Subtitle Char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245C2D"/>
    <w:pPr>
      <w:ind w:left="240" w:hanging="24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245C2D"/>
    <w:rPr>
      <w:rFonts w:ascii="Times New Roman" w:hAnsi="Times New Roman"/>
      <w:sz w:val="24"/>
    </w:rPr>
  </w:style>
  <w:style w:type="paragraph" w:styleId="TOAHeading">
    <w:name w:val="toa heading"/>
    <w:basedOn w:val="Normal"/>
    <w:next w:val="Normal"/>
    <w:rsid w:val="00245C2D"/>
    <w:pPr>
      <w:spacing w:before="120"/>
    </w:pPr>
    <w:rPr>
      <w:rFonts w:ascii="Cambria" w:hAnsi="Cambria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rsid w:val="00245C2D"/>
    <w:pPr>
      <w:tabs>
        <w:tab w:val="right" w:leader="dot" w:pos="10070"/>
      </w:tabs>
      <w:ind w:right="270"/>
      <w:contextualSpacing/>
      <w:jc w:val="both"/>
    </w:pPr>
    <w:rPr>
      <w:bCs/>
      <w:noProof/>
      <w:szCs w:val="22"/>
    </w:rPr>
  </w:style>
  <w:style w:type="paragraph" w:styleId="TOC2">
    <w:name w:val="toc 2"/>
    <w:basedOn w:val="Normal"/>
    <w:next w:val="Normal"/>
    <w:autoRedefine/>
    <w:uiPriority w:val="39"/>
    <w:rsid w:val="00245C2D"/>
    <w:pPr>
      <w:ind w:left="240"/>
    </w:pPr>
    <w:rPr>
      <w:rFonts w:ascii="Times New Roman" w:hAnsi="Times New Roman"/>
      <w:sz w:val="24"/>
    </w:rPr>
  </w:style>
  <w:style w:type="paragraph" w:styleId="TOC3">
    <w:name w:val="toc 3"/>
    <w:basedOn w:val="Normal"/>
    <w:next w:val="Normal"/>
    <w:autoRedefine/>
    <w:uiPriority w:val="39"/>
    <w:rsid w:val="00245C2D"/>
    <w:pPr>
      <w:ind w:left="480"/>
    </w:pPr>
    <w:rPr>
      <w:rFonts w:ascii="Times New Roman" w:hAnsi="Times New Roman"/>
      <w:sz w:val="24"/>
    </w:rPr>
  </w:style>
  <w:style w:type="paragraph" w:styleId="TOC4">
    <w:name w:val="toc 4"/>
    <w:basedOn w:val="Normal"/>
    <w:next w:val="Normal"/>
    <w:autoRedefine/>
    <w:rsid w:val="00245C2D"/>
    <w:pPr>
      <w:ind w:left="720"/>
    </w:pPr>
    <w:rPr>
      <w:rFonts w:ascii="Times New Roman" w:hAnsi="Times New Roman"/>
      <w:sz w:val="24"/>
    </w:rPr>
  </w:style>
  <w:style w:type="paragraph" w:styleId="TOC5">
    <w:name w:val="toc 5"/>
    <w:basedOn w:val="Normal"/>
    <w:next w:val="Normal"/>
    <w:autoRedefine/>
    <w:rsid w:val="00245C2D"/>
    <w:pPr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rsid w:val="00245C2D"/>
    <w:pPr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rsid w:val="00245C2D"/>
    <w:pPr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rsid w:val="00245C2D"/>
    <w:pPr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rsid w:val="00245C2D"/>
    <w:pPr>
      <w:ind w:left="1920"/>
    </w:pPr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45C2D"/>
    <w:pPr>
      <w:keepNext w:val="0"/>
      <w:spacing w:before="60" w:after="60"/>
      <w:jc w:val="left"/>
      <w:outlineLvl w:val="9"/>
    </w:pPr>
    <w:rPr>
      <w:rFonts w:ascii="Cambria" w:hAnsi="Cambria" w:cs="Times New Roman"/>
      <w:bCs/>
      <w:smallCaps/>
      <w:kern w:val="32"/>
      <w:sz w:val="24"/>
      <w:szCs w:val="22"/>
      <w:u w:val="none"/>
    </w:rPr>
  </w:style>
  <w:style w:type="character" w:customStyle="1" w:styleId="StyleOPModuleTitle9ptChar">
    <w:name w:val="Style OP Module Title + 9 pt Char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245C2D"/>
    <w:rPr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245C2D"/>
  </w:style>
  <w:style w:type="character" w:customStyle="1" w:styleId="FooterChar11">
    <w:name w:val="Footer Char11"/>
    <w:basedOn w:val="DefaultParagraphFont"/>
    <w:uiPriority w:val="99"/>
    <w:rsid w:val="00245C2D"/>
  </w:style>
  <w:style w:type="character" w:customStyle="1" w:styleId="TitleChar11">
    <w:name w:val="Title Char1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245C2D"/>
  </w:style>
  <w:style w:type="character" w:customStyle="1" w:styleId="FooterChar21">
    <w:name w:val="Footer Char21"/>
    <w:basedOn w:val="DefaultParagraphFont"/>
    <w:uiPriority w:val="99"/>
    <w:rsid w:val="00245C2D"/>
  </w:style>
  <w:style w:type="character" w:customStyle="1" w:styleId="Heading1Char11">
    <w:name w:val="Heading 1 Char1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245C2D"/>
  </w:style>
  <w:style w:type="character" w:customStyle="1" w:styleId="FooterChar31">
    <w:name w:val="Footer Char31"/>
    <w:basedOn w:val="DefaultParagraphFont"/>
    <w:uiPriority w:val="99"/>
    <w:rsid w:val="00245C2D"/>
  </w:style>
  <w:style w:type="character" w:customStyle="1" w:styleId="TitleChar21">
    <w:name w:val="Title Char2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245C2D"/>
  </w:style>
  <w:style w:type="character" w:customStyle="1" w:styleId="FooterChar41">
    <w:name w:val="Footer Char41"/>
    <w:basedOn w:val="DefaultParagraphFont"/>
    <w:uiPriority w:val="99"/>
    <w:rsid w:val="00245C2D"/>
  </w:style>
  <w:style w:type="character" w:customStyle="1" w:styleId="BodyTextChar21">
    <w:name w:val="Body Text Char2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245C2D"/>
  </w:style>
  <w:style w:type="character" w:customStyle="1" w:styleId="FooterChar51">
    <w:name w:val="Footer Char51"/>
    <w:basedOn w:val="DefaultParagraphFont"/>
    <w:uiPriority w:val="99"/>
    <w:rsid w:val="00245C2D"/>
  </w:style>
  <w:style w:type="character" w:customStyle="1" w:styleId="Heading1Char21">
    <w:name w:val="Heading 1 Char2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245C2D"/>
  </w:style>
  <w:style w:type="character" w:customStyle="1" w:styleId="FooterChar61">
    <w:name w:val="Footer Char61"/>
    <w:basedOn w:val="DefaultParagraphFont"/>
    <w:uiPriority w:val="99"/>
    <w:rsid w:val="00245C2D"/>
  </w:style>
  <w:style w:type="character" w:customStyle="1" w:styleId="Heading1Char31">
    <w:name w:val="Heading 1 Char3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245C2D"/>
  </w:style>
  <w:style w:type="character" w:customStyle="1" w:styleId="FooterChar71">
    <w:name w:val="Footer Char71"/>
    <w:basedOn w:val="DefaultParagraphFont"/>
    <w:uiPriority w:val="99"/>
    <w:rsid w:val="00245C2D"/>
  </w:style>
  <w:style w:type="character" w:customStyle="1" w:styleId="Heading1Char41">
    <w:name w:val="Heading 1 Char4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1">
    <w:name w:val="Document Map Char1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245C2D"/>
  </w:style>
  <w:style w:type="character" w:customStyle="1" w:styleId="FooterChar81">
    <w:name w:val="Footer Char81"/>
    <w:basedOn w:val="DefaultParagraphFont"/>
    <w:uiPriority w:val="99"/>
    <w:rsid w:val="00245C2D"/>
  </w:style>
  <w:style w:type="character" w:customStyle="1" w:styleId="Heading1Char5">
    <w:name w:val="Heading 1 Char5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3">
    <w:name w:val="Body Text 2 Char3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">
    <w:name w:val="Body Text 3 Char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">
    <w:name w:val="Subhead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">
    <w:name w:val="Bold body Char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245C2D"/>
  </w:style>
  <w:style w:type="character" w:customStyle="1" w:styleId="FooterChar9">
    <w:name w:val="Footer Char9"/>
    <w:basedOn w:val="DefaultParagraphFont"/>
    <w:uiPriority w:val="99"/>
    <w:rsid w:val="00245C2D"/>
  </w:style>
  <w:style w:type="character" w:customStyle="1" w:styleId="TitleChar61">
    <w:name w:val="Title Char6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245C2D"/>
  </w:style>
  <w:style w:type="character" w:customStyle="1" w:styleId="FooterChar10">
    <w:name w:val="Footer Char10"/>
    <w:basedOn w:val="DefaultParagraphFont"/>
    <w:uiPriority w:val="99"/>
    <w:rsid w:val="00245C2D"/>
  </w:style>
  <w:style w:type="character" w:customStyle="1" w:styleId="TitleChar71">
    <w:name w:val="Title Char7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245C2D"/>
  </w:style>
  <w:style w:type="character" w:customStyle="1" w:styleId="FooterChar111">
    <w:name w:val="Footer Char111"/>
    <w:basedOn w:val="DefaultParagraphFont"/>
    <w:uiPriority w:val="99"/>
    <w:rsid w:val="00245C2D"/>
  </w:style>
  <w:style w:type="character" w:customStyle="1" w:styleId="TitleChar8">
    <w:name w:val="Title Char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245C2D"/>
  </w:style>
  <w:style w:type="character" w:customStyle="1" w:styleId="FooterChar12">
    <w:name w:val="Footer Char12"/>
    <w:basedOn w:val="DefaultParagraphFont"/>
    <w:uiPriority w:val="99"/>
    <w:rsid w:val="00245C2D"/>
  </w:style>
  <w:style w:type="character" w:customStyle="1" w:styleId="TitleChar9">
    <w:name w:val="Title Char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245C2D"/>
  </w:style>
  <w:style w:type="character" w:customStyle="1" w:styleId="FooterChar13">
    <w:name w:val="Footer Char13"/>
    <w:basedOn w:val="DefaultParagraphFont"/>
    <w:uiPriority w:val="99"/>
    <w:rsid w:val="00245C2D"/>
  </w:style>
  <w:style w:type="character" w:customStyle="1" w:styleId="TitleChar10">
    <w:name w:val="Title Char1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245C2D"/>
  </w:style>
  <w:style w:type="character" w:customStyle="1" w:styleId="FooterChar14">
    <w:name w:val="Footer Char14"/>
    <w:basedOn w:val="DefaultParagraphFont"/>
    <w:uiPriority w:val="99"/>
    <w:rsid w:val="00245C2D"/>
  </w:style>
  <w:style w:type="character" w:customStyle="1" w:styleId="BodyTextChar6">
    <w:name w:val="Body Text Char6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245C2D"/>
  </w:style>
  <w:style w:type="character" w:customStyle="1" w:styleId="FooterChar15">
    <w:name w:val="Footer Char15"/>
    <w:basedOn w:val="DefaultParagraphFont"/>
    <w:uiPriority w:val="99"/>
    <w:rsid w:val="00245C2D"/>
  </w:style>
  <w:style w:type="character" w:customStyle="1" w:styleId="HeaderChar16">
    <w:name w:val="Header Char16"/>
    <w:basedOn w:val="DefaultParagraphFont"/>
    <w:uiPriority w:val="99"/>
    <w:rsid w:val="00245C2D"/>
  </w:style>
  <w:style w:type="character" w:customStyle="1" w:styleId="FooterChar16">
    <w:name w:val="Footer Char16"/>
    <w:basedOn w:val="DefaultParagraphFont"/>
    <w:uiPriority w:val="99"/>
    <w:rsid w:val="00245C2D"/>
  </w:style>
  <w:style w:type="paragraph" w:customStyle="1" w:styleId="OPModuleTitle2">
    <w:name w:val="OP Module Title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245C2D"/>
  </w:style>
  <w:style w:type="character" w:customStyle="1" w:styleId="FooterChar17">
    <w:name w:val="Footer Char17"/>
    <w:basedOn w:val="DefaultParagraphFont"/>
    <w:uiPriority w:val="99"/>
    <w:rsid w:val="00245C2D"/>
  </w:style>
  <w:style w:type="paragraph" w:customStyle="1" w:styleId="OPModuleTitle3">
    <w:name w:val="OP Module Title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245C2D"/>
  </w:style>
  <w:style w:type="character" w:customStyle="1" w:styleId="FooterChar18">
    <w:name w:val="Footer Char18"/>
    <w:basedOn w:val="DefaultParagraphFont"/>
    <w:uiPriority w:val="99"/>
    <w:rsid w:val="00245C2D"/>
  </w:style>
  <w:style w:type="paragraph" w:customStyle="1" w:styleId="OPModuleTitle4">
    <w:name w:val="OP Module Title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245C2D"/>
  </w:style>
  <w:style w:type="character" w:customStyle="1" w:styleId="FooterChar19">
    <w:name w:val="Footer Char19"/>
    <w:basedOn w:val="DefaultParagraphFont"/>
    <w:uiPriority w:val="99"/>
    <w:rsid w:val="00245C2D"/>
  </w:style>
  <w:style w:type="character" w:customStyle="1" w:styleId="Heading1Char6">
    <w:name w:val="Heading 1 Char6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3">
    <w:name w:val="Body Text 3 Char3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2">
    <w:name w:val="Subhead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2">
    <w:name w:val="Bold body Char2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245C2D"/>
  </w:style>
  <w:style w:type="character" w:customStyle="1" w:styleId="FooterChar110">
    <w:name w:val="Footer Char110"/>
    <w:basedOn w:val="DefaultParagraphFont"/>
    <w:uiPriority w:val="99"/>
    <w:rsid w:val="00245C2D"/>
  </w:style>
  <w:style w:type="character" w:customStyle="1" w:styleId="TitleChar13">
    <w:name w:val="Title Char1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245C2D"/>
  </w:style>
  <w:style w:type="character" w:customStyle="1" w:styleId="FooterChar22">
    <w:name w:val="Footer Char22"/>
    <w:basedOn w:val="DefaultParagraphFont"/>
    <w:uiPriority w:val="99"/>
    <w:rsid w:val="00245C2D"/>
  </w:style>
  <w:style w:type="character" w:customStyle="1" w:styleId="Heading1Char12">
    <w:name w:val="Heading 1 Char1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245C2D"/>
  </w:style>
  <w:style w:type="character" w:customStyle="1" w:styleId="FooterChar32">
    <w:name w:val="Footer Char32"/>
    <w:basedOn w:val="DefaultParagraphFont"/>
    <w:uiPriority w:val="99"/>
    <w:rsid w:val="00245C2D"/>
  </w:style>
  <w:style w:type="character" w:customStyle="1" w:styleId="TitleChar22">
    <w:name w:val="Title Char2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245C2D"/>
  </w:style>
  <w:style w:type="character" w:customStyle="1" w:styleId="FooterChar42">
    <w:name w:val="Footer Char42"/>
    <w:basedOn w:val="DefaultParagraphFont"/>
    <w:uiPriority w:val="99"/>
    <w:rsid w:val="00245C2D"/>
  </w:style>
  <w:style w:type="character" w:customStyle="1" w:styleId="BodyTextChar22">
    <w:name w:val="Body Text Char2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245C2D"/>
  </w:style>
  <w:style w:type="character" w:customStyle="1" w:styleId="FooterChar52">
    <w:name w:val="Footer Char52"/>
    <w:basedOn w:val="DefaultParagraphFont"/>
    <w:uiPriority w:val="99"/>
    <w:rsid w:val="00245C2D"/>
  </w:style>
  <w:style w:type="character" w:customStyle="1" w:styleId="Heading1Char22">
    <w:name w:val="Heading 1 Char2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245C2D"/>
  </w:style>
  <w:style w:type="character" w:customStyle="1" w:styleId="FooterChar62">
    <w:name w:val="Footer Char62"/>
    <w:basedOn w:val="DefaultParagraphFont"/>
    <w:uiPriority w:val="99"/>
    <w:rsid w:val="00245C2D"/>
  </w:style>
  <w:style w:type="character" w:customStyle="1" w:styleId="Heading1Char32">
    <w:name w:val="Heading 1 Char3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245C2D"/>
  </w:style>
  <w:style w:type="character" w:customStyle="1" w:styleId="FooterChar72">
    <w:name w:val="Footer Char72"/>
    <w:basedOn w:val="DefaultParagraphFont"/>
    <w:uiPriority w:val="99"/>
    <w:rsid w:val="00245C2D"/>
  </w:style>
  <w:style w:type="character" w:customStyle="1" w:styleId="Heading1Char42">
    <w:name w:val="Heading 1 Char4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2">
    <w:name w:val="Document Map Char1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245C2D"/>
  </w:style>
  <w:style w:type="character" w:customStyle="1" w:styleId="FooterChar82">
    <w:name w:val="Footer Char82"/>
    <w:basedOn w:val="DefaultParagraphFont"/>
    <w:uiPriority w:val="99"/>
    <w:rsid w:val="00245C2D"/>
  </w:style>
  <w:style w:type="character" w:customStyle="1" w:styleId="Heading1Char51">
    <w:name w:val="Heading 1 Char5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1">
    <w:name w:val="Body Text 3 Char2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1">
    <w:name w:val="Subhead1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1">
    <w:name w:val="Bold body Char1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245C2D"/>
  </w:style>
  <w:style w:type="character" w:customStyle="1" w:styleId="FooterChar91">
    <w:name w:val="Footer Char91"/>
    <w:basedOn w:val="DefaultParagraphFont"/>
    <w:uiPriority w:val="99"/>
    <w:rsid w:val="00245C2D"/>
  </w:style>
  <w:style w:type="character" w:customStyle="1" w:styleId="TitleChar62">
    <w:name w:val="Title Char6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245C2D"/>
  </w:style>
  <w:style w:type="character" w:customStyle="1" w:styleId="FooterChar101">
    <w:name w:val="Footer Char101"/>
    <w:basedOn w:val="DefaultParagraphFont"/>
    <w:uiPriority w:val="99"/>
    <w:rsid w:val="00245C2D"/>
  </w:style>
  <w:style w:type="character" w:customStyle="1" w:styleId="TitleChar72">
    <w:name w:val="Title Char7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245C2D"/>
  </w:style>
  <w:style w:type="character" w:customStyle="1" w:styleId="FooterChar112">
    <w:name w:val="Footer Char112"/>
    <w:basedOn w:val="DefaultParagraphFont"/>
    <w:uiPriority w:val="99"/>
    <w:rsid w:val="00245C2D"/>
  </w:style>
  <w:style w:type="character" w:customStyle="1" w:styleId="TitleChar81">
    <w:name w:val="Title Char8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245C2D"/>
  </w:style>
  <w:style w:type="character" w:customStyle="1" w:styleId="FooterChar121">
    <w:name w:val="Footer Char121"/>
    <w:basedOn w:val="DefaultParagraphFont"/>
    <w:uiPriority w:val="99"/>
    <w:rsid w:val="00245C2D"/>
  </w:style>
  <w:style w:type="character" w:customStyle="1" w:styleId="TitleChar91">
    <w:name w:val="Title Char9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245C2D"/>
  </w:style>
  <w:style w:type="character" w:customStyle="1" w:styleId="FooterChar131">
    <w:name w:val="Footer Char131"/>
    <w:basedOn w:val="DefaultParagraphFont"/>
    <w:uiPriority w:val="99"/>
    <w:rsid w:val="00245C2D"/>
  </w:style>
  <w:style w:type="character" w:customStyle="1" w:styleId="TitleChar101">
    <w:name w:val="Title Char10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245C2D"/>
  </w:style>
  <w:style w:type="character" w:customStyle="1" w:styleId="FooterChar141">
    <w:name w:val="Footer Char141"/>
    <w:basedOn w:val="DefaultParagraphFont"/>
    <w:uiPriority w:val="99"/>
    <w:rsid w:val="00245C2D"/>
  </w:style>
  <w:style w:type="character" w:customStyle="1" w:styleId="BodyTextChar61">
    <w:name w:val="Body Text Char6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245C2D"/>
  </w:style>
  <w:style w:type="character" w:customStyle="1" w:styleId="FooterChar151">
    <w:name w:val="Footer Char151"/>
    <w:basedOn w:val="DefaultParagraphFont"/>
    <w:uiPriority w:val="99"/>
    <w:rsid w:val="00245C2D"/>
  </w:style>
  <w:style w:type="character" w:customStyle="1" w:styleId="HeaderChar161">
    <w:name w:val="Header Char161"/>
    <w:basedOn w:val="DefaultParagraphFont"/>
    <w:uiPriority w:val="99"/>
    <w:rsid w:val="00245C2D"/>
  </w:style>
  <w:style w:type="character" w:customStyle="1" w:styleId="FooterChar161">
    <w:name w:val="Footer Char161"/>
    <w:basedOn w:val="DefaultParagraphFont"/>
    <w:uiPriority w:val="99"/>
    <w:rsid w:val="00245C2D"/>
  </w:style>
  <w:style w:type="paragraph" w:customStyle="1" w:styleId="OPModuleTitle21">
    <w:name w:val="OP Module Title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245C2D"/>
  </w:style>
  <w:style w:type="character" w:customStyle="1" w:styleId="FooterChar171">
    <w:name w:val="Footer Char171"/>
    <w:basedOn w:val="DefaultParagraphFont"/>
    <w:uiPriority w:val="99"/>
    <w:rsid w:val="00245C2D"/>
  </w:style>
  <w:style w:type="paragraph" w:customStyle="1" w:styleId="OPModuleTitle31">
    <w:name w:val="OP Module Title3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245C2D"/>
  </w:style>
  <w:style w:type="character" w:customStyle="1" w:styleId="FooterChar181">
    <w:name w:val="Footer Char181"/>
    <w:basedOn w:val="DefaultParagraphFont"/>
    <w:uiPriority w:val="99"/>
    <w:rsid w:val="00245C2D"/>
  </w:style>
  <w:style w:type="paragraph" w:customStyle="1" w:styleId="OPModuleTitle41">
    <w:name w:val="OP Module Title4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245C2D"/>
  </w:style>
  <w:style w:type="character" w:customStyle="1" w:styleId="FooterChar20">
    <w:name w:val="Footer Char20"/>
    <w:basedOn w:val="DefaultParagraphFont"/>
    <w:uiPriority w:val="99"/>
    <w:rsid w:val="00245C2D"/>
  </w:style>
  <w:style w:type="character" w:customStyle="1" w:styleId="TitleChar14">
    <w:name w:val="Title Char1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245C2D"/>
  </w:style>
  <w:style w:type="character" w:customStyle="1" w:styleId="FooterChar23">
    <w:name w:val="Footer Char23"/>
    <w:basedOn w:val="DefaultParagraphFont"/>
    <w:uiPriority w:val="99"/>
    <w:rsid w:val="00245C2D"/>
  </w:style>
  <w:style w:type="character" w:customStyle="1" w:styleId="TitleChar15">
    <w:name w:val="Title Char1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245C2D"/>
  </w:style>
  <w:style w:type="character" w:customStyle="1" w:styleId="FooterChar24">
    <w:name w:val="Footer Char24"/>
    <w:basedOn w:val="DefaultParagraphFont"/>
    <w:uiPriority w:val="99"/>
    <w:rsid w:val="00245C2D"/>
  </w:style>
  <w:style w:type="character" w:customStyle="1" w:styleId="TitleChar16">
    <w:name w:val="Title Char1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245C2D"/>
  </w:style>
  <w:style w:type="character" w:customStyle="1" w:styleId="FooterChar25">
    <w:name w:val="Footer Char25"/>
    <w:basedOn w:val="DefaultParagraphFont"/>
    <w:uiPriority w:val="99"/>
    <w:rsid w:val="00245C2D"/>
  </w:style>
  <w:style w:type="character" w:customStyle="1" w:styleId="TitleChar17">
    <w:name w:val="Title Char1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245C2D"/>
  </w:style>
  <w:style w:type="character" w:customStyle="1" w:styleId="FooterChar26">
    <w:name w:val="Footer Char26"/>
    <w:basedOn w:val="DefaultParagraphFont"/>
    <w:uiPriority w:val="99"/>
    <w:rsid w:val="00245C2D"/>
  </w:style>
  <w:style w:type="character" w:customStyle="1" w:styleId="BodyTextChar8">
    <w:name w:val="Body Text Char8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245C2D"/>
  </w:style>
  <w:style w:type="character" w:customStyle="1" w:styleId="FooterChar27">
    <w:name w:val="Footer Char27"/>
    <w:basedOn w:val="DefaultParagraphFont"/>
    <w:uiPriority w:val="99"/>
    <w:rsid w:val="00245C2D"/>
  </w:style>
  <w:style w:type="character" w:customStyle="1" w:styleId="HeaderChar28">
    <w:name w:val="Header Char28"/>
    <w:basedOn w:val="DefaultParagraphFont"/>
    <w:uiPriority w:val="99"/>
    <w:rsid w:val="00245C2D"/>
  </w:style>
  <w:style w:type="character" w:customStyle="1" w:styleId="FooterChar28">
    <w:name w:val="Footer Char28"/>
    <w:basedOn w:val="DefaultParagraphFont"/>
    <w:uiPriority w:val="99"/>
    <w:rsid w:val="00245C2D"/>
  </w:style>
  <w:style w:type="paragraph" w:customStyle="1" w:styleId="OPModuleTitle22">
    <w:name w:val="OP Module Title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245C2D"/>
  </w:style>
  <w:style w:type="character" w:customStyle="1" w:styleId="FooterChar29">
    <w:name w:val="Footer Char29"/>
    <w:basedOn w:val="DefaultParagraphFont"/>
    <w:uiPriority w:val="99"/>
    <w:rsid w:val="00245C2D"/>
  </w:style>
  <w:style w:type="paragraph" w:customStyle="1" w:styleId="OPModuleTitle32">
    <w:name w:val="OP Module Title3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245C2D"/>
  </w:style>
  <w:style w:type="character" w:customStyle="1" w:styleId="FooterChar30">
    <w:name w:val="Footer Char30"/>
    <w:basedOn w:val="DefaultParagraphFont"/>
    <w:uiPriority w:val="99"/>
    <w:rsid w:val="00245C2D"/>
  </w:style>
  <w:style w:type="paragraph" w:customStyle="1" w:styleId="OPModuleTitle42">
    <w:name w:val="OP Module Title4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245C2D"/>
  </w:style>
  <w:style w:type="character" w:customStyle="1" w:styleId="FooterChar33">
    <w:name w:val="Footer Char33"/>
    <w:basedOn w:val="DefaultParagraphFont"/>
    <w:uiPriority w:val="99"/>
    <w:rsid w:val="00245C2D"/>
  </w:style>
  <w:style w:type="character" w:customStyle="1" w:styleId="TitleChar18">
    <w:name w:val="Title Char1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245C2D"/>
  </w:style>
  <w:style w:type="character" w:customStyle="1" w:styleId="FooterChar34">
    <w:name w:val="Footer Char34"/>
    <w:basedOn w:val="DefaultParagraphFont"/>
    <w:uiPriority w:val="99"/>
    <w:rsid w:val="00245C2D"/>
  </w:style>
  <w:style w:type="character" w:customStyle="1" w:styleId="TitleChar20">
    <w:name w:val="Title Char2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245C2D"/>
  </w:style>
  <w:style w:type="character" w:customStyle="1" w:styleId="FooterChar35">
    <w:name w:val="Footer Char35"/>
    <w:basedOn w:val="DefaultParagraphFont"/>
    <w:uiPriority w:val="99"/>
    <w:rsid w:val="00245C2D"/>
  </w:style>
  <w:style w:type="character" w:customStyle="1" w:styleId="TitleChar23">
    <w:name w:val="Title Char2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245C2D"/>
  </w:style>
  <w:style w:type="character" w:customStyle="1" w:styleId="FooterChar36">
    <w:name w:val="Footer Char36"/>
    <w:basedOn w:val="DefaultParagraphFont"/>
    <w:uiPriority w:val="99"/>
    <w:rsid w:val="00245C2D"/>
  </w:style>
  <w:style w:type="character" w:customStyle="1" w:styleId="BodyTextChar10">
    <w:name w:val="Body Text Char10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245C2D"/>
  </w:style>
  <w:style w:type="character" w:customStyle="1" w:styleId="FooterChar37">
    <w:name w:val="Footer Char37"/>
    <w:basedOn w:val="DefaultParagraphFont"/>
    <w:uiPriority w:val="99"/>
    <w:rsid w:val="00245C2D"/>
  </w:style>
  <w:style w:type="character" w:customStyle="1" w:styleId="Heading1Char7">
    <w:name w:val="Heading 1 Char7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245C2D"/>
  </w:style>
  <w:style w:type="character" w:customStyle="1" w:styleId="FooterChar38">
    <w:name w:val="Footer Char38"/>
    <w:basedOn w:val="DefaultParagraphFont"/>
    <w:uiPriority w:val="99"/>
    <w:rsid w:val="00245C2D"/>
  </w:style>
  <w:style w:type="character" w:customStyle="1" w:styleId="TitleChar25">
    <w:name w:val="Title Char2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245C2D"/>
  </w:style>
  <w:style w:type="character" w:customStyle="1" w:styleId="FooterChar39">
    <w:name w:val="Footer Char39"/>
    <w:basedOn w:val="DefaultParagraphFont"/>
    <w:uiPriority w:val="99"/>
    <w:rsid w:val="00245C2D"/>
  </w:style>
  <w:style w:type="character" w:customStyle="1" w:styleId="Heading1Char8">
    <w:name w:val="Heading 1 Char8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4">
    <w:name w:val="Body Text 3 Char4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3">
    <w:name w:val="Subhead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4">
    <w:name w:val="Document Map Char4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3">
    <w:name w:val="Body Text First Indent Char1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2">
    <w:name w:val="Subhead1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2">
    <w:name w:val="OP Module Title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1">
    <w:name w:val="Body Text First Indent Char1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1">
    <w:name w:val="Body Text First Indent Char1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245C2D"/>
  </w:style>
  <w:style w:type="character" w:customStyle="1" w:styleId="FooterChar40">
    <w:name w:val="Footer Char40"/>
    <w:basedOn w:val="DefaultParagraphFont"/>
    <w:uiPriority w:val="99"/>
    <w:rsid w:val="00245C2D"/>
  </w:style>
  <w:style w:type="character" w:customStyle="1" w:styleId="Heading1Char9">
    <w:name w:val="Heading 1 Char9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5">
    <w:name w:val="Body Text 3 Char5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4">
    <w:name w:val="Subhead4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5">
    <w:name w:val="Document Map Char5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4">
    <w:name w:val="Body Text First Indent Char1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3">
    <w:name w:val="Subhead1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3">
    <w:name w:val="OP Module Title1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2">
    <w:name w:val="Body Text First Indent Char1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2">
    <w:name w:val="Body Text First Indent Char1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245C2D"/>
  </w:style>
  <w:style w:type="character" w:customStyle="1" w:styleId="FooterChar43">
    <w:name w:val="Footer Char43"/>
    <w:basedOn w:val="DefaultParagraphFont"/>
    <w:uiPriority w:val="99"/>
    <w:rsid w:val="00245C2D"/>
  </w:style>
  <w:style w:type="character" w:customStyle="1" w:styleId="TitleChar28">
    <w:name w:val="Title Char2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245C2D"/>
  </w:style>
  <w:style w:type="character" w:customStyle="1" w:styleId="FooterChar44">
    <w:name w:val="Footer Char44"/>
    <w:basedOn w:val="DefaultParagraphFont"/>
    <w:uiPriority w:val="99"/>
    <w:rsid w:val="00245C2D"/>
  </w:style>
  <w:style w:type="character" w:customStyle="1" w:styleId="TitleChar29">
    <w:name w:val="Title Char2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245C2D"/>
  </w:style>
  <w:style w:type="character" w:customStyle="1" w:styleId="FooterChar45">
    <w:name w:val="Footer Char45"/>
    <w:basedOn w:val="DefaultParagraphFont"/>
    <w:uiPriority w:val="99"/>
    <w:rsid w:val="00245C2D"/>
  </w:style>
  <w:style w:type="character" w:customStyle="1" w:styleId="TitleChar30">
    <w:name w:val="Title Char3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245C2D"/>
  </w:style>
  <w:style w:type="character" w:customStyle="1" w:styleId="FooterChar46">
    <w:name w:val="Footer Char46"/>
    <w:basedOn w:val="DefaultParagraphFont"/>
    <w:uiPriority w:val="99"/>
    <w:rsid w:val="00245C2D"/>
  </w:style>
  <w:style w:type="character" w:customStyle="1" w:styleId="TitleChar33">
    <w:name w:val="Title Char3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245C2D"/>
  </w:style>
  <w:style w:type="character" w:customStyle="1" w:styleId="FooterChar47">
    <w:name w:val="Footer Char47"/>
    <w:basedOn w:val="DefaultParagraphFont"/>
    <w:uiPriority w:val="99"/>
    <w:rsid w:val="00245C2D"/>
  </w:style>
  <w:style w:type="character" w:customStyle="1" w:styleId="TitleChar34">
    <w:name w:val="Title Char3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245C2D"/>
  </w:style>
  <w:style w:type="character" w:customStyle="1" w:styleId="FooterChar48">
    <w:name w:val="Footer Char48"/>
    <w:basedOn w:val="DefaultParagraphFont"/>
    <w:uiPriority w:val="99"/>
    <w:rsid w:val="00245C2D"/>
  </w:style>
  <w:style w:type="character" w:customStyle="1" w:styleId="BodyTextChar15">
    <w:name w:val="Body Text Char15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245C2D"/>
  </w:style>
  <w:style w:type="character" w:customStyle="1" w:styleId="FooterChar49">
    <w:name w:val="Footer Char49"/>
    <w:basedOn w:val="DefaultParagraphFont"/>
    <w:uiPriority w:val="99"/>
    <w:rsid w:val="00245C2D"/>
  </w:style>
  <w:style w:type="character" w:customStyle="1" w:styleId="HeaderChar50">
    <w:name w:val="Header Char50"/>
    <w:basedOn w:val="DefaultParagraphFont"/>
    <w:uiPriority w:val="99"/>
    <w:rsid w:val="00245C2D"/>
  </w:style>
  <w:style w:type="character" w:customStyle="1" w:styleId="FooterChar50">
    <w:name w:val="Footer Char50"/>
    <w:basedOn w:val="DefaultParagraphFont"/>
    <w:uiPriority w:val="99"/>
    <w:rsid w:val="00245C2D"/>
  </w:style>
  <w:style w:type="paragraph" w:customStyle="1" w:styleId="OPModuleTitle223">
    <w:name w:val="OP Module Title2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245C2D"/>
  </w:style>
  <w:style w:type="character" w:customStyle="1" w:styleId="FooterChar53">
    <w:name w:val="Footer Char53"/>
    <w:basedOn w:val="DefaultParagraphFont"/>
    <w:uiPriority w:val="99"/>
    <w:rsid w:val="00245C2D"/>
  </w:style>
  <w:style w:type="paragraph" w:customStyle="1" w:styleId="OPModuleTitle35">
    <w:name w:val="OP Module Title3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245C2D"/>
  </w:style>
  <w:style w:type="character" w:customStyle="1" w:styleId="FooterChar54">
    <w:name w:val="Footer Char54"/>
    <w:basedOn w:val="DefaultParagraphFont"/>
    <w:uiPriority w:val="99"/>
    <w:rsid w:val="00245C2D"/>
  </w:style>
  <w:style w:type="paragraph" w:customStyle="1" w:styleId="OPModuleTitle45">
    <w:name w:val="OP Module Title4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245C2D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245C2D"/>
    <w:rPr>
      <w:rFonts w:ascii="Arial Narrow" w:eastAsia="Calibri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5C2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Strong">
    <w:name w:val="Strong"/>
    <w:uiPriority w:val="22"/>
    <w:qFormat/>
    <w:rsid w:val="00245C2D"/>
    <w:rPr>
      <w:b/>
      <w:bCs/>
    </w:rPr>
  </w:style>
  <w:style w:type="paragraph" w:customStyle="1" w:styleId="TableContents">
    <w:name w:val="Table Contents"/>
    <w:basedOn w:val="Normal"/>
    <w:qFormat/>
    <w:rsid w:val="00245C2D"/>
    <w:pPr>
      <w:suppressLineNumbers/>
      <w:spacing w:after="160" w:line="259" w:lineRule="auto"/>
    </w:pPr>
    <w:rPr>
      <w:rFonts w:eastAsia="Calibri"/>
      <w:sz w:val="20"/>
      <w:szCs w:val="22"/>
    </w:rPr>
  </w:style>
  <w:style w:type="character" w:customStyle="1" w:styleId="UnresolvedMention1">
    <w:name w:val="Unresolved Mention1"/>
    <w:uiPriority w:val="99"/>
    <w:semiHidden/>
    <w:unhideWhenUsed/>
    <w:rsid w:val="00245C2D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245C2D"/>
    <w:rPr>
      <w:rFonts w:ascii="Calibri" w:eastAsia="Calibri" w:hAnsi="Calibri" w:cs="Calibri"/>
      <w:szCs w:val="22"/>
    </w:rPr>
  </w:style>
  <w:style w:type="character" w:customStyle="1" w:styleId="A14">
    <w:name w:val="A1+4"/>
    <w:rsid w:val="00245C2D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45C2D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D55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csinfo.or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cardo\Documents\Templates\081%20QCS%20Letterhead%202305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60574e1280d58cb5d518d108044e426b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74a7f8938242d911c536716664f9a293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E0DAA3-0EAE-445A-8E3A-16784A21C25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2.xml><?xml version="1.0" encoding="utf-8"?>
<ds:datastoreItem xmlns:ds="http://schemas.openxmlformats.org/officeDocument/2006/customXml" ds:itemID="{C96F00CC-8B78-47E1-ABA0-FC01203F75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F21701-5FB4-437D-BB67-0DCF7A5F98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FF8EF8-4DB2-43C0-90D5-85555B29B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081 QCS Letterhead 230502</Template>
  <TotalTime>24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FOG</Company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cp:lastModifiedBy>Leslie Touzeau-QCS</cp:lastModifiedBy>
  <cp:revision>22</cp:revision>
  <cp:lastPrinted>2015-01-21T03:40:00Z</cp:lastPrinted>
  <dcterms:created xsi:type="dcterms:W3CDTF">2024-10-10T20:10:00Z</dcterms:created>
  <dcterms:modified xsi:type="dcterms:W3CDTF">2025-09-25T18:46:00Z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